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03A10798" w14:textId="77777777" w:rsidR="009776D9" w:rsidRDefault="009776D9" w:rsidP="009776D9">
      <w:pPr>
        <w:pStyle w:val="Titul2"/>
      </w:pPr>
      <w:r>
        <w:t>Soubor staveb:</w:t>
      </w:r>
    </w:p>
    <w:p w14:paraId="53ACFCA1" w14:textId="22270128" w:rsidR="009776D9" w:rsidRDefault="009776D9" w:rsidP="009776D9">
      <w:pPr>
        <w:pStyle w:val="Titul2"/>
      </w:pPr>
      <w:r>
        <w:t>1) „Rekonstrukce mosteckého zhlaví v</w:t>
      </w:r>
      <w:r w:rsidR="00B62232">
        <w:t> </w:t>
      </w:r>
      <w:r>
        <w:t>žst Obrnice pro zajištění traťové třídy zatížení D4“</w:t>
      </w:r>
    </w:p>
    <w:p w14:paraId="2E647EFC" w14:textId="4D6426AF" w:rsidR="009776D9" w:rsidRDefault="009776D9" w:rsidP="009776D9">
      <w:pPr>
        <w:pStyle w:val="Titul2"/>
      </w:pPr>
      <w:r>
        <w:t>2) „Rekonstrukce počeradského zhlaví v</w:t>
      </w:r>
      <w:r w:rsidR="00B62232">
        <w:t> </w:t>
      </w:r>
      <w:r>
        <w:t>žst Obrnice pro zajištění traťové třídy zatížení D4“</w:t>
      </w:r>
    </w:p>
    <w:p w14:paraId="326F2FB6" w14:textId="77777777" w:rsidR="006C1ECA" w:rsidRDefault="006C1ECA" w:rsidP="00887491">
      <w:pPr>
        <w:pStyle w:val="Text1-1"/>
        <w:numPr>
          <w:ilvl w:val="0"/>
          <w:numId w:val="0"/>
        </w:numPr>
        <w:tabs>
          <w:tab w:val="left" w:pos="708"/>
        </w:tabs>
        <w:ind w:left="737" w:hanging="737"/>
      </w:pPr>
    </w:p>
    <w:p w14:paraId="12B62A00" w14:textId="77777777" w:rsidR="0010480A" w:rsidRDefault="0010480A" w:rsidP="00887491">
      <w:pPr>
        <w:pStyle w:val="Text1-1"/>
        <w:numPr>
          <w:ilvl w:val="0"/>
          <w:numId w:val="0"/>
        </w:numPr>
        <w:tabs>
          <w:tab w:val="left" w:pos="708"/>
        </w:tabs>
        <w:ind w:left="737" w:hanging="737"/>
      </w:pPr>
    </w:p>
    <w:p w14:paraId="567C4DCD" w14:textId="77777777" w:rsidR="0010480A" w:rsidRDefault="0010480A" w:rsidP="00887491">
      <w:pPr>
        <w:pStyle w:val="Text1-1"/>
        <w:numPr>
          <w:ilvl w:val="0"/>
          <w:numId w:val="0"/>
        </w:numPr>
        <w:tabs>
          <w:tab w:val="left" w:pos="708"/>
        </w:tabs>
        <w:ind w:left="737" w:hanging="737"/>
      </w:pPr>
    </w:p>
    <w:p w14:paraId="4C01166D" w14:textId="6456CFCA" w:rsidR="00887491" w:rsidRDefault="00887491" w:rsidP="00887491">
      <w:pPr>
        <w:pStyle w:val="Text1-1"/>
        <w:numPr>
          <w:ilvl w:val="0"/>
          <w:numId w:val="0"/>
        </w:numPr>
        <w:tabs>
          <w:tab w:val="left" w:pos="708"/>
        </w:tabs>
        <w:ind w:left="737" w:hanging="737"/>
      </w:pPr>
      <w:r>
        <w:t xml:space="preserve">Č.j. </w:t>
      </w:r>
      <w:r w:rsidR="004507B9" w:rsidRPr="004507B9">
        <w:t>23818/2024-SŽ-SSZ-OVZ</w:t>
      </w:r>
    </w:p>
    <w:p w14:paraId="68263877" w14:textId="77777777" w:rsidR="00912983" w:rsidRDefault="00912983" w:rsidP="00912983">
      <w:pPr>
        <w:spacing w:after="0" w:line="240" w:lineRule="auto"/>
        <w:rPr>
          <w:i/>
          <w:color w:val="FF0000"/>
        </w:rPr>
      </w:pPr>
    </w:p>
    <w:p w14:paraId="571170AC" w14:textId="364F4C97" w:rsidR="00C35479" w:rsidRDefault="005F6246" w:rsidP="009776D9">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C35479">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9A136CC" w14:textId="511A6FE7" w:rsidR="00D26AA7"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7145555" w:history="1">
        <w:r w:rsidR="00D26AA7" w:rsidRPr="00430594">
          <w:rPr>
            <w:rStyle w:val="Hypertextovodkaz"/>
          </w:rPr>
          <w:t>1.</w:t>
        </w:r>
        <w:r w:rsidR="00D26AA7">
          <w:rPr>
            <w:rFonts w:eastAsiaTheme="minorEastAsia"/>
            <w:caps w:val="0"/>
            <w:noProof/>
            <w:kern w:val="2"/>
            <w:sz w:val="24"/>
            <w:szCs w:val="24"/>
            <w:lang w:eastAsia="cs-CZ"/>
            <w14:ligatures w14:val="standardContextual"/>
          </w:rPr>
          <w:tab/>
        </w:r>
        <w:r w:rsidR="00D26AA7" w:rsidRPr="00430594">
          <w:rPr>
            <w:rStyle w:val="Hypertextovodkaz"/>
          </w:rPr>
          <w:t>ÚVODNÍ USTANOVENÍ</w:t>
        </w:r>
        <w:r w:rsidR="00D26AA7">
          <w:rPr>
            <w:noProof/>
            <w:webHidden/>
          </w:rPr>
          <w:tab/>
        </w:r>
        <w:r w:rsidR="00D26AA7">
          <w:rPr>
            <w:noProof/>
            <w:webHidden/>
          </w:rPr>
          <w:fldChar w:fldCharType="begin"/>
        </w:r>
        <w:r w:rsidR="00D26AA7">
          <w:rPr>
            <w:noProof/>
            <w:webHidden/>
          </w:rPr>
          <w:instrText xml:space="preserve"> PAGEREF _Toc187145555 \h </w:instrText>
        </w:r>
        <w:r w:rsidR="00D26AA7">
          <w:rPr>
            <w:noProof/>
            <w:webHidden/>
          </w:rPr>
        </w:r>
        <w:r w:rsidR="00D26AA7">
          <w:rPr>
            <w:noProof/>
            <w:webHidden/>
          </w:rPr>
          <w:fldChar w:fldCharType="separate"/>
        </w:r>
        <w:r w:rsidR="00F2016B">
          <w:rPr>
            <w:noProof/>
            <w:webHidden/>
          </w:rPr>
          <w:t>3</w:t>
        </w:r>
        <w:r w:rsidR="00D26AA7">
          <w:rPr>
            <w:noProof/>
            <w:webHidden/>
          </w:rPr>
          <w:fldChar w:fldCharType="end"/>
        </w:r>
      </w:hyperlink>
    </w:p>
    <w:p w14:paraId="58BFF2CB" w14:textId="5E4FC6A2" w:rsidR="00D26AA7" w:rsidRDefault="00D26AA7">
      <w:pPr>
        <w:pStyle w:val="Obsah1"/>
        <w:rPr>
          <w:rFonts w:eastAsiaTheme="minorEastAsia"/>
          <w:caps w:val="0"/>
          <w:noProof/>
          <w:kern w:val="2"/>
          <w:sz w:val="24"/>
          <w:szCs w:val="24"/>
          <w:lang w:eastAsia="cs-CZ"/>
          <w14:ligatures w14:val="standardContextual"/>
        </w:rPr>
      </w:pPr>
      <w:hyperlink w:anchor="_Toc187145556" w:history="1">
        <w:r w:rsidRPr="00430594">
          <w:rPr>
            <w:rStyle w:val="Hypertextovodkaz"/>
          </w:rPr>
          <w:t>2.</w:t>
        </w:r>
        <w:r>
          <w:rPr>
            <w:rFonts w:eastAsiaTheme="minorEastAsia"/>
            <w:caps w:val="0"/>
            <w:noProof/>
            <w:kern w:val="2"/>
            <w:sz w:val="24"/>
            <w:szCs w:val="24"/>
            <w:lang w:eastAsia="cs-CZ"/>
            <w14:ligatures w14:val="standardContextual"/>
          </w:rPr>
          <w:tab/>
        </w:r>
        <w:r w:rsidRPr="00430594">
          <w:rPr>
            <w:rStyle w:val="Hypertextovodkaz"/>
          </w:rPr>
          <w:t>IDENTIFIKAČNÍ ÚDAJE ZADAVATELE</w:t>
        </w:r>
        <w:r>
          <w:rPr>
            <w:noProof/>
            <w:webHidden/>
          </w:rPr>
          <w:tab/>
        </w:r>
        <w:r>
          <w:rPr>
            <w:noProof/>
            <w:webHidden/>
          </w:rPr>
          <w:fldChar w:fldCharType="begin"/>
        </w:r>
        <w:r>
          <w:rPr>
            <w:noProof/>
            <w:webHidden/>
          </w:rPr>
          <w:instrText xml:space="preserve"> PAGEREF _Toc187145556 \h </w:instrText>
        </w:r>
        <w:r>
          <w:rPr>
            <w:noProof/>
            <w:webHidden/>
          </w:rPr>
        </w:r>
        <w:r>
          <w:rPr>
            <w:noProof/>
            <w:webHidden/>
          </w:rPr>
          <w:fldChar w:fldCharType="separate"/>
        </w:r>
        <w:r w:rsidR="00F2016B">
          <w:rPr>
            <w:noProof/>
            <w:webHidden/>
          </w:rPr>
          <w:t>3</w:t>
        </w:r>
        <w:r>
          <w:rPr>
            <w:noProof/>
            <w:webHidden/>
          </w:rPr>
          <w:fldChar w:fldCharType="end"/>
        </w:r>
      </w:hyperlink>
    </w:p>
    <w:p w14:paraId="56D248E9" w14:textId="264E4CD0" w:rsidR="00D26AA7" w:rsidRDefault="00D26AA7">
      <w:pPr>
        <w:pStyle w:val="Obsah1"/>
        <w:rPr>
          <w:rFonts w:eastAsiaTheme="minorEastAsia"/>
          <w:caps w:val="0"/>
          <w:noProof/>
          <w:kern w:val="2"/>
          <w:sz w:val="24"/>
          <w:szCs w:val="24"/>
          <w:lang w:eastAsia="cs-CZ"/>
          <w14:ligatures w14:val="standardContextual"/>
        </w:rPr>
      </w:pPr>
      <w:hyperlink w:anchor="_Toc187145557" w:history="1">
        <w:r w:rsidRPr="00430594">
          <w:rPr>
            <w:rStyle w:val="Hypertextovodkaz"/>
          </w:rPr>
          <w:t>3.</w:t>
        </w:r>
        <w:r>
          <w:rPr>
            <w:rFonts w:eastAsiaTheme="minorEastAsia"/>
            <w:caps w:val="0"/>
            <w:noProof/>
            <w:kern w:val="2"/>
            <w:sz w:val="24"/>
            <w:szCs w:val="24"/>
            <w:lang w:eastAsia="cs-CZ"/>
            <w14:ligatures w14:val="standardContextual"/>
          </w:rPr>
          <w:tab/>
        </w:r>
        <w:r w:rsidRPr="00430594">
          <w:rPr>
            <w:rStyle w:val="Hypertextovodkaz"/>
          </w:rPr>
          <w:t>KOMUNIKACE MEZI ZADAVATELEM a DODAVATELEM</w:t>
        </w:r>
        <w:r>
          <w:rPr>
            <w:noProof/>
            <w:webHidden/>
          </w:rPr>
          <w:tab/>
        </w:r>
        <w:r>
          <w:rPr>
            <w:noProof/>
            <w:webHidden/>
          </w:rPr>
          <w:fldChar w:fldCharType="begin"/>
        </w:r>
        <w:r>
          <w:rPr>
            <w:noProof/>
            <w:webHidden/>
          </w:rPr>
          <w:instrText xml:space="preserve"> PAGEREF _Toc187145557 \h </w:instrText>
        </w:r>
        <w:r>
          <w:rPr>
            <w:noProof/>
            <w:webHidden/>
          </w:rPr>
        </w:r>
        <w:r>
          <w:rPr>
            <w:noProof/>
            <w:webHidden/>
          </w:rPr>
          <w:fldChar w:fldCharType="separate"/>
        </w:r>
        <w:r w:rsidR="00F2016B">
          <w:rPr>
            <w:noProof/>
            <w:webHidden/>
          </w:rPr>
          <w:t>4</w:t>
        </w:r>
        <w:r>
          <w:rPr>
            <w:noProof/>
            <w:webHidden/>
          </w:rPr>
          <w:fldChar w:fldCharType="end"/>
        </w:r>
      </w:hyperlink>
    </w:p>
    <w:p w14:paraId="5C43F373" w14:textId="12CD9EE3" w:rsidR="00D26AA7" w:rsidRDefault="00D26AA7">
      <w:pPr>
        <w:pStyle w:val="Obsah1"/>
        <w:rPr>
          <w:rFonts w:eastAsiaTheme="minorEastAsia"/>
          <w:caps w:val="0"/>
          <w:noProof/>
          <w:kern w:val="2"/>
          <w:sz w:val="24"/>
          <w:szCs w:val="24"/>
          <w:lang w:eastAsia="cs-CZ"/>
          <w14:ligatures w14:val="standardContextual"/>
        </w:rPr>
      </w:pPr>
      <w:hyperlink w:anchor="_Toc187145558" w:history="1">
        <w:r w:rsidRPr="00430594">
          <w:rPr>
            <w:rStyle w:val="Hypertextovodkaz"/>
          </w:rPr>
          <w:t>4.</w:t>
        </w:r>
        <w:r>
          <w:rPr>
            <w:rFonts w:eastAsiaTheme="minorEastAsia"/>
            <w:caps w:val="0"/>
            <w:noProof/>
            <w:kern w:val="2"/>
            <w:sz w:val="24"/>
            <w:szCs w:val="24"/>
            <w:lang w:eastAsia="cs-CZ"/>
            <w14:ligatures w14:val="standardContextual"/>
          </w:rPr>
          <w:tab/>
        </w:r>
        <w:r w:rsidRPr="00430594">
          <w:rPr>
            <w:rStyle w:val="Hypertextovodkaz"/>
          </w:rPr>
          <w:t>ÚČEL a PŘEDMĚT PLNĚNÍ VEŘEJNÉ ZAKÁZKY</w:t>
        </w:r>
        <w:r>
          <w:rPr>
            <w:noProof/>
            <w:webHidden/>
          </w:rPr>
          <w:tab/>
        </w:r>
        <w:r>
          <w:rPr>
            <w:noProof/>
            <w:webHidden/>
          </w:rPr>
          <w:fldChar w:fldCharType="begin"/>
        </w:r>
        <w:r>
          <w:rPr>
            <w:noProof/>
            <w:webHidden/>
          </w:rPr>
          <w:instrText xml:space="preserve"> PAGEREF _Toc187145558 \h </w:instrText>
        </w:r>
        <w:r>
          <w:rPr>
            <w:noProof/>
            <w:webHidden/>
          </w:rPr>
        </w:r>
        <w:r>
          <w:rPr>
            <w:noProof/>
            <w:webHidden/>
          </w:rPr>
          <w:fldChar w:fldCharType="separate"/>
        </w:r>
        <w:r w:rsidR="00F2016B">
          <w:rPr>
            <w:noProof/>
            <w:webHidden/>
          </w:rPr>
          <w:t>4</w:t>
        </w:r>
        <w:r>
          <w:rPr>
            <w:noProof/>
            <w:webHidden/>
          </w:rPr>
          <w:fldChar w:fldCharType="end"/>
        </w:r>
      </w:hyperlink>
    </w:p>
    <w:p w14:paraId="35DF76B1" w14:textId="5C4DE506" w:rsidR="00D26AA7" w:rsidRDefault="00D26AA7">
      <w:pPr>
        <w:pStyle w:val="Obsah1"/>
        <w:rPr>
          <w:rFonts w:eastAsiaTheme="minorEastAsia"/>
          <w:caps w:val="0"/>
          <w:noProof/>
          <w:kern w:val="2"/>
          <w:sz w:val="24"/>
          <w:szCs w:val="24"/>
          <w:lang w:eastAsia="cs-CZ"/>
          <w14:ligatures w14:val="standardContextual"/>
        </w:rPr>
      </w:pPr>
      <w:hyperlink w:anchor="_Toc187145559" w:history="1">
        <w:r w:rsidRPr="00430594">
          <w:rPr>
            <w:rStyle w:val="Hypertextovodkaz"/>
          </w:rPr>
          <w:t>5.</w:t>
        </w:r>
        <w:r>
          <w:rPr>
            <w:rFonts w:eastAsiaTheme="minorEastAsia"/>
            <w:caps w:val="0"/>
            <w:noProof/>
            <w:kern w:val="2"/>
            <w:sz w:val="24"/>
            <w:szCs w:val="24"/>
            <w:lang w:eastAsia="cs-CZ"/>
            <w14:ligatures w14:val="standardContextual"/>
          </w:rPr>
          <w:tab/>
        </w:r>
        <w:r w:rsidRPr="0043059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_Toc187145559 \h </w:instrText>
        </w:r>
        <w:r>
          <w:rPr>
            <w:noProof/>
            <w:webHidden/>
          </w:rPr>
        </w:r>
        <w:r>
          <w:rPr>
            <w:noProof/>
            <w:webHidden/>
          </w:rPr>
          <w:fldChar w:fldCharType="separate"/>
        </w:r>
        <w:r w:rsidR="00F2016B">
          <w:rPr>
            <w:noProof/>
            <w:webHidden/>
          </w:rPr>
          <w:t>5</w:t>
        </w:r>
        <w:r>
          <w:rPr>
            <w:noProof/>
            <w:webHidden/>
          </w:rPr>
          <w:fldChar w:fldCharType="end"/>
        </w:r>
      </w:hyperlink>
    </w:p>
    <w:p w14:paraId="58D93E10" w14:textId="535DF51A" w:rsidR="00D26AA7" w:rsidRDefault="00D26AA7">
      <w:pPr>
        <w:pStyle w:val="Obsah1"/>
        <w:rPr>
          <w:rFonts w:eastAsiaTheme="minorEastAsia"/>
          <w:caps w:val="0"/>
          <w:noProof/>
          <w:kern w:val="2"/>
          <w:sz w:val="24"/>
          <w:szCs w:val="24"/>
          <w:lang w:eastAsia="cs-CZ"/>
          <w14:ligatures w14:val="standardContextual"/>
        </w:rPr>
      </w:pPr>
      <w:hyperlink w:anchor="_Toc187145560" w:history="1">
        <w:r w:rsidRPr="00430594">
          <w:rPr>
            <w:rStyle w:val="Hypertextovodkaz"/>
          </w:rPr>
          <w:t>6.</w:t>
        </w:r>
        <w:r>
          <w:rPr>
            <w:rFonts w:eastAsiaTheme="minorEastAsia"/>
            <w:caps w:val="0"/>
            <w:noProof/>
            <w:kern w:val="2"/>
            <w:sz w:val="24"/>
            <w:szCs w:val="24"/>
            <w:lang w:eastAsia="cs-CZ"/>
            <w14:ligatures w14:val="standardContextual"/>
          </w:rPr>
          <w:tab/>
        </w:r>
        <w:r w:rsidRPr="00430594">
          <w:rPr>
            <w:rStyle w:val="Hypertextovodkaz"/>
          </w:rPr>
          <w:t>OBSAH ZADÁVACÍ DOKUMENTACE</w:t>
        </w:r>
        <w:r>
          <w:rPr>
            <w:noProof/>
            <w:webHidden/>
          </w:rPr>
          <w:tab/>
        </w:r>
        <w:r>
          <w:rPr>
            <w:noProof/>
            <w:webHidden/>
          </w:rPr>
          <w:fldChar w:fldCharType="begin"/>
        </w:r>
        <w:r>
          <w:rPr>
            <w:noProof/>
            <w:webHidden/>
          </w:rPr>
          <w:instrText xml:space="preserve"> PAGEREF _Toc187145560 \h </w:instrText>
        </w:r>
        <w:r>
          <w:rPr>
            <w:noProof/>
            <w:webHidden/>
          </w:rPr>
        </w:r>
        <w:r>
          <w:rPr>
            <w:noProof/>
            <w:webHidden/>
          </w:rPr>
          <w:fldChar w:fldCharType="separate"/>
        </w:r>
        <w:r w:rsidR="00F2016B">
          <w:rPr>
            <w:noProof/>
            <w:webHidden/>
          </w:rPr>
          <w:t>5</w:t>
        </w:r>
        <w:r>
          <w:rPr>
            <w:noProof/>
            <w:webHidden/>
          </w:rPr>
          <w:fldChar w:fldCharType="end"/>
        </w:r>
      </w:hyperlink>
    </w:p>
    <w:p w14:paraId="212EDCE2" w14:textId="0DB41996" w:rsidR="00D26AA7" w:rsidRDefault="00D26AA7">
      <w:pPr>
        <w:pStyle w:val="Obsah1"/>
        <w:rPr>
          <w:rFonts w:eastAsiaTheme="minorEastAsia"/>
          <w:caps w:val="0"/>
          <w:noProof/>
          <w:kern w:val="2"/>
          <w:sz w:val="24"/>
          <w:szCs w:val="24"/>
          <w:lang w:eastAsia="cs-CZ"/>
          <w14:ligatures w14:val="standardContextual"/>
        </w:rPr>
      </w:pPr>
      <w:hyperlink w:anchor="_Toc187145561" w:history="1">
        <w:r w:rsidRPr="00430594">
          <w:rPr>
            <w:rStyle w:val="Hypertextovodkaz"/>
          </w:rPr>
          <w:t>7.</w:t>
        </w:r>
        <w:r>
          <w:rPr>
            <w:rFonts w:eastAsiaTheme="minorEastAsia"/>
            <w:caps w:val="0"/>
            <w:noProof/>
            <w:kern w:val="2"/>
            <w:sz w:val="24"/>
            <w:szCs w:val="24"/>
            <w:lang w:eastAsia="cs-CZ"/>
            <w14:ligatures w14:val="standardContextual"/>
          </w:rPr>
          <w:tab/>
        </w:r>
        <w:r w:rsidRPr="0043059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_Toc187145561 \h </w:instrText>
        </w:r>
        <w:r>
          <w:rPr>
            <w:noProof/>
            <w:webHidden/>
          </w:rPr>
        </w:r>
        <w:r>
          <w:rPr>
            <w:noProof/>
            <w:webHidden/>
          </w:rPr>
          <w:fldChar w:fldCharType="separate"/>
        </w:r>
        <w:r w:rsidR="00F2016B">
          <w:rPr>
            <w:noProof/>
            <w:webHidden/>
          </w:rPr>
          <w:t>6</w:t>
        </w:r>
        <w:r>
          <w:rPr>
            <w:noProof/>
            <w:webHidden/>
          </w:rPr>
          <w:fldChar w:fldCharType="end"/>
        </w:r>
      </w:hyperlink>
    </w:p>
    <w:p w14:paraId="1DDC8140" w14:textId="10FF64B3" w:rsidR="00D26AA7" w:rsidRDefault="00D26AA7">
      <w:pPr>
        <w:pStyle w:val="Obsah1"/>
        <w:rPr>
          <w:rFonts w:eastAsiaTheme="minorEastAsia"/>
          <w:caps w:val="0"/>
          <w:noProof/>
          <w:kern w:val="2"/>
          <w:sz w:val="24"/>
          <w:szCs w:val="24"/>
          <w:lang w:eastAsia="cs-CZ"/>
          <w14:ligatures w14:val="standardContextual"/>
        </w:rPr>
      </w:pPr>
      <w:hyperlink w:anchor="_Toc187145562" w:history="1">
        <w:r w:rsidRPr="00430594">
          <w:rPr>
            <w:rStyle w:val="Hypertextovodkaz"/>
          </w:rPr>
          <w:t>8.</w:t>
        </w:r>
        <w:r>
          <w:rPr>
            <w:rFonts w:eastAsiaTheme="minorEastAsia"/>
            <w:caps w:val="0"/>
            <w:noProof/>
            <w:kern w:val="2"/>
            <w:sz w:val="24"/>
            <w:szCs w:val="24"/>
            <w:lang w:eastAsia="cs-CZ"/>
            <w14:ligatures w14:val="standardContextual"/>
          </w:rPr>
          <w:tab/>
        </w:r>
        <w:r w:rsidRPr="00430594">
          <w:rPr>
            <w:rStyle w:val="Hypertextovodkaz"/>
          </w:rPr>
          <w:t>POŽADAVKY ZADAVATELE NA KVALIFIKACI</w:t>
        </w:r>
        <w:r>
          <w:rPr>
            <w:noProof/>
            <w:webHidden/>
          </w:rPr>
          <w:tab/>
        </w:r>
        <w:r>
          <w:rPr>
            <w:noProof/>
            <w:webHidden/>
          </w:rPr>
          <w:fldChar w:fldCharType="begin"/>
        </w:r>
        <w:r>
          <w:rPr>
            <w:noProof/>
            <w:webHidden/>
          </w:rPr>
          <w:instrText xml:space="preserve"> PAGEREF _Toc187145562 \h </w:instrText>
        </w:r>
        <w:r>
          <w:rPr>
            <w:noProof/>
            <w:webHidden/>
          </w:rPr>
        </w:r>
        <w:r>
          <w:rPr>
            <w:noProof/>
            <w:webHidden/>
          </w:rPr>
          <w:fldChar w:fldCharType="separate"/>
        </w:r>
        <w:r w:rsidR="00F2016B">
          <w:rPr>
            <w:noProof/>
            <w:webHidden/>
          </w:rPr>
          <w:t>6</w:t>
        </w:r>
        <w:r>
          <w:rPr>
            <w:noProof/>
            <w:webHidden/>
          </w:rPr>
          <w:fldChar w:fldCharType="end"/>
        </w:r>
      </w:hyperlink>
    </w:p>
    <w:p w14:paraId="2F57421A" w14:textId="569FA535" w:rsidR="00D26AA7" w:rsidRDefault="00D26AA7">
      <w:pPr>
        <w:pStyle w:val="Obsah1"/>
        <w:rPr>
          <w:rFonts w:eastAsiaTheme="minorEastAsia"/>
          <w:caps w:val="0"/>
          <w:noProof/>
          <w:kern w:val="2"/>
          <w:sz w:val="24"/>
          <w:szCs w:val="24"/>
          <w:lang w:eastAsia="cs-CZ"/>
          <w14:ligatures w14:val="standardContextual"/>
        </w:rPr>
      </w:pPr>
      <w:hyperlink w:anchor="_Toc187145563" w:history="1">
        <w:r w:rsidRPr="00430594">
          <w:rPr>
            <w:rStyle w:val="Hypertextovodkaz"/>
            <w:bCs/>
          </w:rPr>
          <w:t>NEOBSAZENO</w:t>
        </w:r>
        <w:r>
          <w:rPr>
            <w:noProof/>
            <w:webHidden/>
          </w:rPr>
          <w:tab/>
        </w:r>
        <w:r>
          <w:rPr>
            <w:noProof/>
            <w:webHidden/>
          </w:rPr>
          <w:fldChar w:fldCharType="begin"/>
        </w:r>
        <w:r>
          <w:rPr>
            <w:noProof/>
            <w:webHidden/>
          </w:rPr>
          <w:instrText xml:space="preserve"> PAGEREF _Toc187145563 \h </w:instrText>
        </w:r>
        <w:r>
          <w:rPr>
            <w:noProof/>
            <w:webHidden/>
          </w:rPr>
        </w:r>
        <w:r>
          <w:rPr>
            <w:noProof/>
            <w:webHidden/>
          </w:rPr>
          <w:fldChar w:fldCharType="separate"/>
        </w:r>
        <w:r w:rsidR="00F2016B">
          <w:rPr>
            <w:noProof/>
            <w:webHidden/>
          </w:rPr>
          <w:t>15</w:t>
        </w:r>
        <w:r>
          <w:rPr>
            <w:noProof/>
            <w:webHidden/>
          </w:rPr>
          <w:fldChar w:fldCharType="end"/>
        </w:r>
      </w:hyperlink>
    </w:p>
    <w:p w14:paraId="418FAEB8" w14:textId="05E09441" w:rsidR="00D26AA7" w:rsidRDefault="00D26AA7">
      <w:pPr>
        <w:pStyle w:val="Obsah1"/>
        <w:rPr>
          <w:rFonts w:eastAsiaTheme="minorEastAsia"/>
          <w:caps w:val="0"/>
          <w:noProof/>
          <w:kern w:val="2"/>
          <w:sz w:val="24"/>
          <w:szCs w:val="24"/>
          <w:lang w:eastAsia="cs-CZ"/>
          <w14:ligatures w14:val="standardContextual"/>
        </w:rPr>
      </w:pPr>
      <w:hyperlink w:anchor="_Toc187145564" w:history="1">
        <w:r w:rsidRPr="00430594">
          <w:rPr>
            <w:rStyle w:val="Hypertextovodkaz"/>
          </w:rPr>
          <w:t>9.</w:t>
        </w:r>
        <w:r>
          <w:rPr>
            <w:rFonts w:eastAsiaTheme="minorEastAsia"/>
            <w:caps w:val="0"/>
            <w:noProof/>
            <w:kern w:val="2"/>
            <w:sz w:val="24"/>
            <w:szCs w:val="24"/>
            <w:lang w:eastAsia="cs-CZ"/>
            <w14:ligatures w14:val="standardContextual"/>
          </w:rPr>
          <w:tab/>
        </w:r>
        <w:r w:rsidRPr="0043059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_Toc187145564 \h </w:instrText>
        </w:r>
        <w:r>
          <w:rPr>
            <w:noProof/>
            <w:webHidden/>
          </w:rPr>
        </w:r>
        <w:r>
          <w:rPr>
            <w:noProof/>
            <w:webHidden/>
          </w:rPr>
          <w:fldChar w:fldCharType="separate"/>
        </w:r>
        <w:r w:rsidR="00F2016B">
          <w:rPr>
            <w:noProof/>
            <w:webHidden/>
          </w:rPr>
          <w:t>19</w:t>
        </w:r>
        <w:r>
          <w:rPr>
            <w:noProof/>
            <w:webHidden/>
          </w:rPr>
          <w:fldChar w:fldCharType="end"/>
        </w:r>
      </w:hyperlink>
    </w:p>
    <w:p w14:paraId="402EA96D" w14:textId="1B735D9A" w:rsidR="00D26AA7" w:rsidRDefault="00D26AA7">
      <w:pPr>
        <w:pStyle w:val="Obsah1"/>
        <w:rPr>
          <w:rFonts w:eastAsiaTheme="minorEastAsia"/>
          <w:caps w:val="0"/>
          <w:noProof/>
          <w:kern w:val="2"/>
          <w:sz w:val="24"/>
          <w:szCs w:val="24"/>
          <w:lang w:eastAsia="cs-CZ"/>
          <w14:ligatures w14:val="standardContextual"/>
        </w:rPr>
      </w:pPr>
      <w:hyperlink w:anchor="_Toc187145565" w:history="1">
        <w:r w:rsidRPr="00430594">
          <w:rPr>
            <w:rStyle w:val="Hypertextovodkaz"/>
          </w:rPr>
          <w:t>10.</w:t>
        </w:r>
        <w:r>
          <w:rPr>
            <w:rFonts w:eastAsiaTheme="minorEastAsia"/>
            <w:caps w:val="0"/>
            <w:noProof/>
            <w:kern w:val="2"/>
            <w:sz w:val="24"/>
            <w:szCs w:val="24"/>
            <w:lang w:eastAsia="cs-CZ"/>
            <w14:ligatures w14:val="standardContextual"/>
          </w:rPr>
          <w:tab/>
        </w:r>
        <w:r w:rsidRPr="00430594">
          <w:rPr>
            <w:rStyle w:val="Hypertextovodkaz"/>
          </w:rPr>
          <w:t>PROHLÍDKA MÍSTA PLNĚNÍ (STAVENIŠTĚ)</w:t>
        </w:r>
        <w:r>
          <w:rPr>
            <w:noProof/>
            <w:webHidden/>
          </w:rPr>
          <w:tab/>
        </w:r>
        <w:r>
          <w:rPr>
            <w:noProof/>
            <w:webHidden/>
          </w:rPr>
          <w:fldChar w:fldCharType="begin"/>
        </w:r>
        <w:r>
          <w:rPr>
            <w:noProof/>
            <w:webHidden/>
          </w:rPr>
          <w:instrText xml:space="preserve"> PAGEREF _Toc187145565 \h </w:instrText>
        </w:r>
        <w:r>
          <w:rPr>
            <w:noProof/>
            <w:webHidden/>
          </w:rPr>
        </w:r>
        <w:r>
          <w:rPr>
            <w:noProof/>
            <w:webHidden/>
          </w:rPr>
          <w:fldChar w:fldCharType="separate"/>
        </w:r>
        <w:r w:rsidR="00F2016B">
          <w:rPr>
            <w:noProof/>
            <w:webHidden/>
          </w:rPr>
          <w:t>21</w:t>
        </w:r>
        <w:r>
          <w:rPr>
            <w:noProof/>
            <w:webHidden/>
          </w:rPr>
          <w:fldChar w:fldCharType="end"/>
        </w:r>
      </w:hyperlink>
    </w:p>
    <w:p w14:paraId="5926999B" w14:textId="652DB686" w:rsidR="00D26AA7" w:rsidRDefault="00D26AA7">
      <w:pPr>
        <w:pStyle w:val="Obsah1"/>
        <w:rPr>
          <w:rFonts w:eastAsiaTheme="minorEastAsia"/>
          <w:caps w:val="0"/>
          <w:noProof/>
          <w:kern w:val="2"/>
          <w:sz w:val="24"/>
          <w:szCs w:val="24"/>
          <w:lang w:eastAsia="cs-CZ"/>
          <w14:ligatures w14:val="standardContextual"/>
        </w:rPr>
      </w:pPr>
      <w:hyperlink w:anchor="_Toc187145566" w:history="1">
        <w:r w:rsidRPr="00430594">
          <w:rPr>
            <w:rStyle w:val="Hypertextovodkaz"/>
          </w:rPr>
          <w:t>11.</w:t>
        </w:r>
        <w:r>
          <w:rPr>
            <w:rFonts w:eastAsiaTheme="minorEastAsia"/>
            <w:caps w:val="0"/>
            <w:noProof/>
            <w:kern w:val="2"/>
            <w:sz w:val="24"/>
            <w:szCs w:val="24"/>
            <w:lang w:eastAsia="cs-CZ"/>
            <w14:ligatures w14:val="standardContextual"/>
          </w:rPr>
          <w:tab/>
        </w:r>
        <w:r w:rsidRPr="00430594">
          <w:rPr>
            <w:rStyle w:val="Hypertextovodkaz"/>
          </w:rPr>
          <w:t>JAZYK NABÍDEK A KOMUNIKAČNÍ JAZYK</w:t>
        </w:r>
        <w:r>
          <w:rPr>
            <w:noProof/>
            <w:webHidden/>
          </w:rPr>
          <w:tab/>
        </w:r>
        <w:r>
          <w:rPr>
            <w:noProof/>
            <w:webHidden/>
          </w:rPr>
          <w:fldChar w:fldCharType="begin"/>
        </w:r>
        <w:r>
          <w:rPr>
            <w:noProof/>
            <w:webHidden/>
          </w:rPr>
          <w:instrText xml:space="preserve"> PAGEREF _Toc187145566 \h </w:instrText>
        </w:r>
        <w:r>
          <w:rPr>
            <w:noProof/>
            <w:webHidden/>
          </w:rPr>
        </w:r>
        <w:r>
          <w:rPr>
            <w:noProof/>
            <w:webHidden/>
          </w:rPr>
          <w:fldChar w:fldCharType="separate"/>
        </w:r>
        <w:r w:rsidR="00F2016B">
          <w:rPr>
            <w:noProof/>
            <w:webHidden/>
          </w:rPr>
          <w:t>21</w:t>
        </w:r>
        <w:r>
          <w:rPr>
            <w:noProof/>
            <w:webHidden/>
          </w:rPr>
          <w:fldChar w:fldCharType="end"/>
        </w:r>
      </w:hyperlink>
    </w:p>
    <w:p w14:paraId="38DFB570" w14:textId="541A5713" w:rsidR="00D26AA7" w:rsidRDefault="00D26AA7">
      <w:pPr>
        <w:pStyle w:val="Obsah1"/>
        <w:rPr>
          <w:rFonts w:eastAsiaTheme="minorEastAsia"/>
          <w:caps w:val="0"/>
          <w:noProof/>
          <w:kern w:val="2"/>
          <w:sz w:val="24"/>
          <w:szCs w:val="24"/>
          <w:lang w:eastAsia="cs-CZ"/>
          <w14:ligatures w14:val="standardContextual"/>
        </w:rPr>
      </w:pPr>
      <w:hyperlink w:anchor="_Toc187145567" w:history="1">
        <w:r w:rsidRPr="00430594">
          <w:rPr>
            <w:rStyle w:val="Hypertextovodkaz"/>
          </w:rPr>
          <w:t>12.</w:t>
        </w:r>
        <w:r>
          <w:rPr>
            <w:rFonts w:eastAsiaTheme="minorEastAsia"/>
            <w:caps w:val="0"/>
            <w:noProof/>
            <w:kern w:val="2"/>
            <w:sz w:val="24"/>
            <w:szCs w:val="24"/>
            <w:lang w:eastAsia="cs-CZ"/>
            <w14:ligatures w14:val="standardContextual"/>
          </w:rPr>
          <w:tab/>
        </w:r>
        <w:r w:rsidRPr="00430594">
          <w:rPr>
            <w:rStyle w:val="Hypertextovodkaz"/>
          </w:rPr>
          <w:t>OBSAH a PODÁVÁNÍ NABÍDEK</w:t>
        </w:r>
        <w:r>
          <w:rPr>
            <w:noProof/>
            <w:webHidden/>
          </w:rPr>
          <w:tab/>
        </w:r>
        <w:r>
          <w:rPr>
            <w:noProof/>
            <w:webHidden/>
          </w:rPr>
          <w:fldChar w:fldCharType="begin"/>
        </w:r>
        <w:r>
          <w:rPr>
            <w:noProof/>
            <w:webHidden/>
          </w:rPr>
          <w:instrText xml:space="preserve"> PAGEREF _Toc187145567 \h </w:instrText>
        </w:r>
        <w:r>
          <w:rPr>
            <w:noProof/>
            <w:webHidden/>
          </w:rPr>
        </w:r>
        <w:r>
          <w:rPr>
            <w:noProof/>
            <w:webHidden/>
          </w:rPr>
          <w:fldChar w:fldCharType="separate"/>
        </w:r>
        <w:r w:rsidR="00F2016B">
          <w:rPr>
            <w:noProof/>
            <w:webHidden/>
          </w:rPr>
          <w:t>22</w:t>
        </w:r>
        <w:r>
          <w:rPr>
            <w:noProof/>
            <w:webHidden/>
          </w:rPr>
          <w:fldChar w:fldCharType="end"/>
        </w:r>
      </w:hyperlink>
    </w:p>
    <w:p w14:paraId="79405344" w14:textId="27A849E8" w:rsidR="00D26AA7" w:rsidRDefault="00D26AA7">
      <w:pPr>
        <w:pStyle w:val="Obsah1"/>
        <w:rPr>
          <w:rFonts w:eastAsiaTheme="minorEastAsia"/>
          <w:caps w:val="0"/>
          <w:noProof/>
          <w:kern w:val="2"/>
          <w:sz w:val="24"/>
          <w:szCs w:val="24"/>
          <w:lang w:eastAsia="cs-CZ"/>
          <w14:ligatures w14:val="standardContextual"/>
        </w:rPr>
      </w:pPr>
      <w:hyperlink w:anchor="_Toc187145568" w:history="1">
        <w:r w:rsidRPr="00430594">
          <w:rPr>
            <w:rStyle w:val="Hypertextovodkaz"/>
          </w:rPr>
          <w:t>13.</w:t>
        </w:r>
        <w:r>
          <w:rPr>
            <w:rFonts w:eastAsiaTheme="minorEastAsia"/>
            <w:caps w:val="0"/>
            <w:noProof/>
            <w:kern w:val="2"/>
            <w:sz w:val="24"/>
            <w:szCs w:val="24"/>
            <w:lang w:eastAsia="cs-CZ"/>
            <w14:ligatures w14:val="standardContextual"/>
          </w:rPr>
          <w:tab/>
        </w:r>
        <w:r w:rsidRPr="00430594">
          <w:rPr>
            <w:rStyle w:val="Hypertextovodkaz"/>
          </w:rPr>
          <w:t>POŽADAVKY NA ZPRACOVÁNÍ NABÍDKOVÉ CENY</w:t>
        </w:r>
        <w:r>
          <w:rPr>
            <w:noProof/>
            <w:webHidden/>
          </w:rPr>
          <w:tab/>
        </w:r>
        <w:r>
          <w:rPr>
            <w:noProof/>
            <w:webHidden/>
          </w:rPr>
          <w:fldChar w:fldCharType="begin"/>
        </w:r>
        <w:r>
          <w:rPr>
            <w:noProof/>
            <w:webHidden/>
          </w:rPr>
          <w:instrText xml:space="preserve"> PAGEREF _Toc187145568 \h </w:instrText>
        </w:r>
        <w:r>
          <w:rPr>
            <w:noProof/>
            <w:webHidden/>
          </w:rPr>
        </w:r>
        <w:r>
          <w:rPr>
            <w:noProof/>
            <w:webHidden/>
          </w:rPr>
          <w:fldChar w:fldCharType="separate"/>
        </w:r>
        <w:r w:rsidR="00F2016B">
          <w:rPr>
            <w:noProof/>
            <w:webHidden/>
          </w:rPr>
          <w:t>24</w:t>
        </w:r>
        <w:r>
          <w:rPr>
            <w:noProof/>
            <w:webHidden/>
          </w:rPr>
          <w:fldChar w:fldCharType="end"/>
        </w:r>
      </w:hyperlink>
    </w:p>
    <w:p w14:paraId="33C73FC8" w14:textId="5FED2694" w:rsidR="00D26AA7" w:rsidRDefault="00D26AA7">
      <w:pPr>
        <w:pStyle w:val="Obsah1"/>
        <w:rPr>
          <w:rFonts w:eastAsiaTheme="minorEastAsia"/>
          <w:caps w:val="0"/>
          <w:noProof/>
          <w:kern w:val="2"/>
          <w:sz w:val="24"/>
          <w:szCs w:val="24"/>
          <w:lang w:eastAsia="cs-CZ"/>
          <w14:ligatures w14:val="standardContextual"/>
        </w:rPr>
      </w:pPr>
      <w:hyperlink w:anchor="_Toc187145569" w:history="1">
        <w:r w:rsidRPr="00430594">
          <w:rPr>
            <w:rStyle w:val="Hypertextovodkaz"/>
          </w:rPr>
          <w:t>14.</w:t>
        </w:r>
        <w:r>
          <w:rPr>
            <w:rFonts w:eastAsiaTheme="minorEastAsia"/>
            <w:caps w:val="0"/>
            <w:noProof/>
            <w:kern w:val="2"/>
            <w:sz w:val="24"/>
            <w:szCs w:val="24"/>
            <w:lang w:eastAsia="cs-CZ"/>
            <w14:ligatures w14:val="standardContextual"/>
          </w:rPr>
          <w:tab/>
        </w:r>
        <w:r w:rsidRPr="00430594">
          <w:rPr>
            <w:rStyle w:val="Hypertextovodkaz"/>
          </w:rPr>
          <w:t>VARIANTY NABÍDKY, VÝHRADA ZMĚNY DODAVATELE</w:t>
        </w:r>
        <w:r>
          <w:rPr>
            <w:noProof/>
            <w:webHidden/>
          </w:rPr>
          <w:tab/>
        </w:r>
        <w:r>
          <w:rPr>
            <w:noProof/>
            <w:webHidden/>
          </w:rPr>
          <w:fldChar w:fldCharType="begin"/>
        </w:r>
        <w:r>
          <w:rPr>
            <w:noProof/>
            <w:webHidden/>
          </w:rPr>
          <w:instrText xml:space="preserve"> PAGEREF _Toc187145569 \h </w:instrText>
        </w:r>
        <w:r>
          <w:rPr>
            <w:noProof/>
            <w:webHidden/>
          </w:rPr>
        </w:r>
        <w:r>
          <w:rPr>
            <w:noProof/>
            <w:webHidden/>
          </w:rPr>
          <w:fldChar w:fldCharType="separate"/>
        </w:r>
        <w:r w:rsidR="00F2016B">
          <w:rPr>
            <w:noProof/>
            <w:webHidden/>
          </w:rPr>
          <w:t>24</w:t>
        </w:r>
        <w:r>
          <w:rPr>
            <w:noProof/>
            <w:webHidden/>
          </w:rPr>
          <w:fldChar w:fldCharType="end"/>
        </w:r>
      </w:hyperlink>
    </w:p>
    <w:p w14:paraId="7DE69AAB" w14:textId="6A61EA64" w:rsidR="00D26AA7" w:rsidRDefault="00D26AA7">
      <w:pPr>
        <w:pStyle w:val="Obsah1"/>
        <w:rPr>
          <w:rFonts w:eastAsiaTheme="minorEastAsia"/>
          <w:caps w:val="0"/>
          <w:noProof/>
          <w:kern w:val="2"/>
          <w:sz w:val="24"/>
          <w:szCs w:val="24"/>
          <w:lang w:eastAsia="cs-CZ"/>
          <w14:ligatures w14:val="standardContextual"/>
        </w:rPr>
      </w:pPr>
      <w:hyperlink w:anchor="_Toc187145570" w:history="1">
        <w:r w:rsidRPr="00430594">
          <w:rPr>
            <w:rStyle w:val="Hypertextovodkaz"/>
          </w:rPr>
          <w:t>15.</w:t>
        </w:r>
        <w:r>
          <w:rPr>
            <w:rFonts w:eastAsiaTheme="minorEastAsia"/>
            <w:caps w:val="0"/>
            <w:noProof/>
            <w:kern w:val="2"/>
            <w:sz w:val="24"/>
            <w:szCs w:val="24"/>
            <w:lang w:eastAsia="cs-CZ"/>
            <w14:ligatures w14:val="standardContextual"/>
          </w:rPr>
          <w:tab/>
        </w:r>
        <w:r w:rsidRPr="00430594">
          <w:rPr>
            <w:rStyle w:val="Hypertextovodkaz"/>
          </w:rPr>
          <w:t>OTEVÍRÁNÍ NABÍDEK</w:t>
        </w:r>
        <w:r>
          <w:rPr>
            <w:noProof/>
            <w:webHidden/>
          </w:rPr>
          <w:tab/>
        </w:r>
        <w:r>
          <w:rPr>
            <w:noProof/>
            <w:webHidden/>
          </w:rPr>
          <w:fldChar w:fldCharType="begin"/>
        </w:r>
        <w:r>
          <w:rPr>
            <w:noProof/>
            <w:webHidden/>
          </w:rPr>
          <w:instrText xml:space="preserve"> PAGEREF _Toc187145570 \h </w:instrText>
        </w:r>
        <w:r>
          <w:rPr>
            <w:noProof/>
            <w:webHidden/>
          </w:rPr>
        </w:r>
        <w:r>
          <w:rPr>
            <w:noProof/>
            <w:webHidden/>
          </w:rPr>
          <w:fldChar w:fldCharType="separate"/>
        </w:r>
        <w:r w:rsidR="00F2016B">
          <w:rPr>
            <w:noProof/>
            <w:webHidden/>
          </w:rPr>
          <w:t>25</w:t>
        </w:r>
        <w:r>
          <w:rPr>
            <w:noProof/>
            <w:webHidden/>
          </w:rPr>
          <w:fldChar w:fldCharType="end"/>
        </w:r>
      </w:hyperlink>
    </w:p>
    <w:p w14:paraId="12C8891C" w14:textId="016AC3B0" w:rsidR="00D26AA7" w:rsidRDefault="00D26AA7">
      <w:pPr>
        <w:pStyle w:val="Obsah1"/>
        <w:rPr>
          <w:rFonts w:eastAsiaTheme="minorEastAsia"/>
          <w:caps w:val="0"/>
          <w:noProof/>
          <w:kern w:val="2"/>
          <w:sz w:val="24"/>
          <w:szCs w:val="24"/>
          <w:lang w:eastAsia="cs-CZ"/>
          <w14:ligatures w14:val="standardContextual"/>
        </w:rPr>
      </w:pPr>
      <w:hyperlink w:anchor="_Toc187145571" w:history="1">
        <w:r w:rsidRPr="00430594">
          <w:rPr>
            <w:rStyle w:val="Hypertextovodkaz"/>
          </w:rPr>
          <w:t>16.</w:t>
        </w:r>
        <w:r>
          <w:rPr>
            <w:rFonts w:eastAsiaTheme="minorEastAsia"/>
            <w:caps w:val="0"/>
            <w:noProof/>
            <w:kern w:val="2"/>
            <w:sz w:val="24"/>
            <w:szCs w:val="24"/>
            <w:lang w:eastAsia="cs-CZ"/>
            <w14:ligatures w14:val="standardContextual"/>
          </w:rPr>
          <w:tab/>
        </w:r>
        <w:r w:rsidRPr="00430594">
          <w:rPr>
            <w:rStyle w:val="Hypertextovodkaz"/>
          </w:rPr>
          <w:t>POSOUZENÍ SPLNĚNÍ PODMÍNEK ÚČASTI</w:t>
        </w:r>
        <w:r>
          <w:rPr>
            <w:noProof/>
            <w:webHidden/>
          </w:rPr>
          <w:tab/>
        </w:r>
        <w:r>
          <w:rPr>
            <w:noProof/>
            <w:webHidden/>
          </w:rPr>
          <w:fldChar w:fldCharType="begin"/>
        </w:r>
        <w:r>
          <w:rPr>
            <w:noProof/>
            <w:webHidden/>
          </w:rPr>
          <w:instrText xml:space="preserve"> PAGEREF _Toc187145571 \h </w:instrText>
        </w:r>
        <w:r>
          <w:rPr>
            <w:noProof/>
            <w:webHidden/>
          </w:rPr>
        </w:r>
        <w:r>
          <w:rPr>
            <w:noProof/>
            <w:webHidden/>
          </w:rPr>
          <w:fldChar w:fldCharType="separate"/>
        </w:r>
        <w:r w:rsidR="00F2016B">
          <w:rPr>
            <w:noProof/>
            <w:webHidden/>
          </w:rPr>
          <w:t>25</w:t>
        </w:r>
        <w:r>
          <w:rPr>
            <w:noProof/>
            <w:webHidden/>
          </w:rPr>
          <w:fldChar w:fldCharType="end"/>
        </w:r>
      </w:hyperlink>
    </w:p>
    <w:p w14:paraId="3240BBBC" w14:textId="2FBFC3A2" w:rsidR="00D26AA7" w:rsidRDefault="00D26AA7">
      <w:pPr>
        <w:pStyle w:val="Obsah1"/>
        <w:rPr>
          <w:rFonts w:eastAsiaTheme="minorEastAsia"/>
          <w:caps w:val="0"/>
          <w:noProof/>
          <w:kern w:val="2"/>
          <w:sz w:val="24"/>
          <w:szCs w:val="24"/>
          <w:lang w:eastAsia="cs-CZ"/>
          <w14:ligatures w14:val="standardContextual"/>
        </w:rPr>
      </w:pPr>
      <w:hyperlink w:anchor="_Toc187145572" w:history="1">
        <w:r w:rsidRPr="00430594">
          <w:rPr>
            <w:rStyle w:val="Hypertextovodkaz"/>
          </w:rPr>
          <w:t>17.</w:t>
        </w:r>
        <w:r>
          <w:rPr>
            <w:rFonts w:eastAsiaTheme="minorEastAsia"/>
            <w:caps w:val="0"/>
            <w:noProof/>
            <w:kern w:val="2"/>
            <w:sz w:val="24"/>
            <w:szCs w:val="24"/>
            <w:lang w:eastAsia="cs-CZ"/>
            <w14:ligatures w14:val="standardContextual"/>
          </w:rPr>
          <w:tab/>
        </w:r>
        <w:r w:rsidRPr="00430594">
          <w:rPr>
            <w:rStyle w:val="Hypertextovodkaz"/>
          </w:rPr>
          <w:t>HODNOCENÍ NABÍDEK</w:t>
        </w:r>
        <w:r>
          <w:rPr>
            <w:noProof/>
            <w:webHidden/>
          </w:rPr>
          <w:tab/>
        </w:r>
        <w:r>
          <w:rPr>
            <w:noProof/>
            <w:webHidden/>
          </w:rPr>
          <w:fldChar w:fldCharType="begin"/>
        </w:r>
        <w:r>
          <w:rPr>
            <w:noProof/>
            <w:webHidden/>
          </w:rPr>
          <w:instrText xml:space="preserve"> PAGEREF _Toc187145572 \h </w:instrText>
        </w:r>
        <w:r>
          <w:rPr>
            <w:noProof/>
            <w:webHidden/>
          </w:rPr>
        </w:r>
        <w:r>
          <w:rPr>
            <w:noProof/>
            <w:webHidden/>
          </w:rPr>
          <w:fldChar w:fldCharType="separate"/>
        </w:r>
        <w:r w:rsidR="00F2016B">
          <w:rPr>
            <w:noProof/>
            <w:webHidden/>
          </w:rPr>
          <w:t>26</w:t>
        </w:r>
        <w:r>
          <w:rPr>
            <w:noProof/>
            <w:webHidden/>
          </w:rPr>
          <w:fldChar w:fldCharType="end"/>
        </w:r>
      </w:hyperlink>
    </w:p>
    <w:p w14:paraId="786ED67D" w14:textId="04D1B6AC" w:rsidR="00D26AA7" w:rsidRDefault="00D26AA7">
      <w:pPr>
        <w:pStyle w:val="Obsah1"/>
        <w:rPr>
          <w:rFonts w:eastAsiaTheme="minorEastAsia"/>
          <w:caps w:val="0"/>
          <w:noProof/>
          <w:kern w:val="2"/>
          <w:sz w:val="24"/>
          <w:szCs w:val="24"/>
          <w:lang w:eastAsia="cs-CZ"/>
          <w14:ligatures w14:val="standardContextual"/>
        </w:rPr>
      </w:pPr>
      <w:hyperlink w:anchor="_Toc187145573" w:history="1">
        <w:r w:rsidRPr="00430594">
          <w:rPr>
            <w:rStyle w:val="Hypertextovodkaz"/>
          </w:rPr>
          <w:t>18.</w:t>
        </w:r>
        <w:r>
          <w:rPr>
            <w:rFonts w:eastAsiaTheme="minorEastAsia"/>
            <w:caps w:val="0"/>
            <w:noProof/>
            <w:kern w:val="2"/>
            <w:sz w:val="24"/>
            <w:szCs w:val="24"/>
            <w:lang w:eastAsia="cs-CZ"/>
            <w14:ligatures w14:val="standardContextual"/>
          </w:rPr>
          <w:tab/>
        </w:r>
        <w:r w:rsidRPr="00430594">
          <w:rPr>
            <w:rStyle w:val="Hypertextovodkaz"/>
          </w:rPr>
          <w:t>ZRUŠENÍ ZADÁVACÍHO ŘÍZENÍ</w:t>
        </w:r>
        <w:r>
          <w:rPr>
            <w:noProof/>
            <w:webHidden/>
          </w:rPr>
          <w:tab/>
        </w:r>
        <w:r>
          <w:rPr>
            <w:noProof/>
            <w:webHidden/>
          </w:rPr>
          <w:fldChar w:fldCharType="begin"/>
        </w:r>
        <w:r>
          <w:rPr>
            <w:noProof/>
            <w:webHidden/>
          </w:rPr>
          <w:instrText xml:space="preserve"> PAGEREF _Toc187145573 \h </w:instrText>
        </w:r>
        <w:r>
          <w:rPr>
            <w:noProof/>
            <w:webHidden/>
          </w:rPr>
        </w:r>
        <w:r>
          <w:rPr>
            <w:noProof/>
            <w:webHidden/>
          </w:rPr>
          <w:fldChar w:fldCharType="separate"/>
        </w:r>
        <w:r w:rsidR="00F2016B">
          <w:rPr>
            <w:noProof/>
            <w:webHidden/>
          </w:rPr>
          <w:t>26</w:t>
        </w:r>
        <w:r>
          <w:rPr>
            <w:noProof/>
            <w:webHidden/>
          </w:rPr>
          <w:fldChar w:fldCharType="end"/>
        </w:r>
      </w:hyperlink>
    </w:p>
    <w:p w14:paraId="4F276648" w14:textId="1210E219" w:rsidR="00D26AA7" w:rsidRDefault="00D26AA7">
      <w:pPr>
        <w:pStyle w:val="Obsah1"/>
        <w:rPr>
          <w:rFonts w:eastAsiaTheme="minorEastAsia"/>
          <w:caps w:val="0"/>
          <w:noProof/>
          <w:kern w:val="2"/>
          <w:sz w:val="24"/>
          <w:szCs w:val="24"/>
          <w:lang w:eastAsia="cs-CZ"/>
          <w14:ligatures w14:val="standardContextual"/>
        </w:rPr>
      </w:pPr>
      <w:hyperlink w:anchor="_Toc187145574" w:history="1">
        <w:r w:rsidRPr="00430594">
          <w:rPr>
            <w:rStyle w:val="Hypertextovodkaz"/>
          </w:rPr>
          <w:t>19.</w:t>
        </w:r>
        <w:r>
          <w:rPr>
            <w:rFonts w:eastAsiaTheme="minorEastAsia"/>
            <w:caps w:val="0"/>
            <w:noProof/>
            <w:kern w:val="2"/>
            <w:sz w:val="24"/>
            <w:szCs w:val="24"/>
            <w:lang w:eastAsia="cs-CZ"/>
            <w14:ligatures w14:val="standardContextual"/>
          </w:rPr>
          <w:tab/>
        </w:r>
        <w:r w:rsidRPr="00430594">
          <w:rPr>
            <w:rStyle w:val="Hypertextovodkaz"/>
          </w:rPr>
          <w:t>UZAVŘENÍ SMLOUVY</w:t>
        </w:r>
        <w:r>
          <w:rPr>
            <w:noProof/>
            <w:webHidden/>
          </w:rPr>
          <w:tab/>
        </w:r>
        <w:r>
          <w:rPr>
            <w:noProof/>
            <w:webHidden/>
          </w:rPr>
          <w:fldChar w:fldCharType="begin"/>
        </w:r>
        <w:r>
          <w:rPr>
            <w:noProof/>
            <w:webHidden/>
          </w:rPr>
          <w:instrText xml:space="preserve"> PAGEREF _Toc187145574 \h </w:instrText>
        </w:r>
        <w:r>
          <w:rPr>
            <w:noProof/>
            <w:webHidden/>
          </w:rPr>
        </w:r>
        <w:r>
          <w:rPr>
            <w:noProof/>
            <w:webHidden/>
          </w:rPr>
          <w:fldChar w:fldCharType="separate"/>
        </w:r>
        <w:r w:rsidR="00F2016B">
          <w:rPr>
            <w:noProof/>
            <w:webHidden/>
          </w:rPr>
          <w:t>26</w:t>
        </w:r>
        <w:r>
          <w:rPr>
            <w:noProof/>
            <w:webHidden/>
          </w:rPr>
          <w:fldChar w:fldCharType="end"/>
        </w:r>
      </w:hyperlink>
    </w:p>
    <w:p w14:paraId="358BAF26" w14:textId="24F51DB1" w:rsidR="00D26AA7" w:rsidRDefault="00D26AA7">
      <w:pPr>
        <w:pStyle w:val="Obsah1"/>
        <w:rPr>
          <w:rFonts w:eastAsiaTheme="minorEastAsia"/>
          <w:caps w:val="0"/>
          <w:noProof/>
          <w:kern w:val="2"/>
          <w:sz w:val="24"/>
          <w:szCs w:val="24"/>
          <w:lang w:eastAsia="cs-CZ"/>
          <w14:ligatures w14:val="standardContextual"/>
        </w:rPr>
      </w:pPr>
      <w:hyperlink w:anchor="_Toc187145575" w:history="1">
        <w:r w:rsidRPr="00430594">
          <w:rPr>
            <w:rStyle w:val="Hypertextovodkaz"/>
          </w:rPr>
          <w:t>20.</w:t>
        </w:r>
        <w:r>
          <w:rPr>
            <w:rFonts w:eastAsiaTheme="minorEastAsia"/>
            <w:caps w:val="0"/>
            <w:noProof/>
            <w:kern w:val="2"/>
            <w:sz w:val="24"/>
            <w:szCs w:val="24"/>
            <w:lang w:eastAsia="cs-CZ"/>
            <w14:ligatures w14:val="standardContextual"/>
          </w:rPr>
          <w:tab/>
        </w:r>
        <w:r w:rsidRPr="00430594">
          <w:rPr>
            <w:rStyle w:val="Hypertextovodkaz"/>
          </w:rPr>
          <w:t>OCHRANA INFORMACÍ</w:t>
        </w:r>
        <w:r>
          <w:rPr>
            <w:noProof/>
            <w:webHidden/>
          </w:rPr>
          <w:tab/>
        </w:r>
        <w:r>
          <w:rPr>
            <w:noProof/>
            <w:webHidden/>
          </w:rPr>
          <w:fldChar w:fldCharType="begin"/>
        </w:r>
        <w:r>
          <w:rPr>
            <w:noProof/>
            <w:webHidden/>
          </w:rPr>
          <w:instrText xml:space="preserve"> PAGEREF _Toc187145575 \h </w:instrText>
        </w:r>
        <w:r>
          <w:rPr>
            <w:noProof/>
            <w:webHidden/>
          </w:rPr>
        </w:r>
        <w:r>
          <w:rPr>
            <w:noProof/>
            <w:webHidden/>
          </w:rPr>
          <w:fldChar w:fldCharType="separate"/>
        </w:r>
        <w:r w:rsidR="00F2016B">
          <w:rPr>
            <w:noProof/>
            <w:webHidden/>
          </w:rPr>
          <w:t>29</w:t>
        </w:r>
        <w:r>
          <w:rPr>
            <w:noProof/>
            <w:webHidden/>
          </w:rPr>
          <w:fldChar w:fldCharType="end"/>
        </w:r>
      </w:hyperlink>
    </w:p>
    <w:p w14:paraId="4ACB1A39" w14:textId="6CCDAF25" w:rsidR="00D26AA7" w:rsidRDefault="00D26AA7">
      <w:pPr>
        <w:pStyle w:val="Obsah1"/>
        <w:rPr>
          <w:rFonts w:eastAsiaTheme="minorEastAsia"/>
          <w:caps w:val="0"/>
          <w:noProof/>
          <w:kern w:val="2"/>
          <w:sz w:val="24"/>
          <w:szCs w:val="24"/>
          <w:lang w:eastAsia="cs-CZ"/>
          <w14:ligatures w14:val="standardContextual"/>
        </w:rPr>
      </w:pPr>
      <w:hyperlink w:anchor="_Toc187145576" w:history="1">
        <w:r w:rsidRPr="00430594">
          <w:rPr>
            <w:rStyle w:val="Hypertextovodkaz"/>
          </w:rPr>
          <w:t>21.</w:t>
        </w:r>
        <w:r>
          <w:rPr>
            <w:rFonts w:eastAsiaTheme="minorEastAsia"/>
            <w:caps w:val="0"/>
            <w:noProof/>
            <w:kern w:val="2"/>
            <w:sz w:val="24"/>
            <w:szCs w:val="24"/>
            <w:lang w:eastAsia="cs-CZ"/>
            <w14:ligatures w14:val="standardContextual"/>
          </w:rPr>
          <w:tab/>
        </w:r>
        <w:r w:rsidRPr="00430594">
          <w:rPr>
            <w:rStyle w:val="Hypertextovodkaz"/>
          </w:rPr>
          <w:t>ZADÁVACÍ LHŮTA A JISTOTA ZA NABÍDKU</w:t>
        </w:r>
        <w:r>
          <w:rPr>
            <w:noProof/>
            <w:webHidden/>
          </w:rPr>
          <w:tab/>
        </w:r>
        <w:r>
          <w:rPr>
            <w:noProof/>
            <w:webHidden/>
          </w:rPr>
          <w:fldChar w:fldCharType="begin"/>
        </w:r>
        <w:r>
          <w:rPr>
            <w:noProof/>
            <w:webHidden/>
          </w:rPr>
          <w:instrText xml:space="preserve"> PAGEREF _Toc187145576 \h </w:instrText>
        </w:r>
        <w:r>
          <w:rPr>
            <w:noProof/>
            <w:webHidden/>
          </w:rPr>
        </w:r>
        <w:r>
          <w:rPr>
            <w:noProof/>
            <w:webHidden/>
          </w:rPr>
          <w:fldChar w:fldCharType="separate"/>
        </w:r>
        <w:r w:rsidR="00F2016B">
          <w:rPr>
            <w:noProof/>
            <w:webHidden/>
          </w:rPr>
          <w:t>29</w:t>
        </w:r>
        <w:r>
          <w:rPr>
            <w:noProof/>
            <w:webHidden/>
          </w:rPr>
          <w:fldChar w:fldCharType="end"/>
        </w:r>
      </w:hyperlink>
    </w:p>
    <w:p w14:paraId="6CB9D93E" w14:textId="0ACAEAF8" w:rsidR="00D26AA7" w:rsidRDefault="00D26AA7">
      <w:pPr>
        <w:pStyle w:val="Obsah1"/>
        <w:rPr>
          <w:rFonts w:eastAsiaTheme="minorEastAsia"/>
          <w:caps w:val="0"/>
          <w:noProof/>
          <w:kern w:val="2"/>
          <w:sz w:val="24"/>
          <w:szCs w:val="24"/>
          <w:lang w:eastAsia="cs-CZ"/>
          <w14:ligatures w14:val="standardContextual"/>
        </w:rPr>
      </w:pPr>
      <w:hyperlink w:anchor="_Toc187145577" w:history="1">
        <w:r w:rsidRPr="00430594">
          <w:rPr>
            <w:rStyle w:val="Hypertextovodkaz"/>
          </w:rPr>
          <w:t>22.</w:t>
        </w:r>
        <w:r>
          <w:rPr>
            <w:rFonts w:eastAsiaTheme="minorEastAsia"/>
            <w:caps w:val="0"/>
            <w:noProof/>
            <w:kern w:val="2"/>
            <w:sz w:val="24"/>
            <w:szCs w:val="24"/>
            <w:lang w:eastAsia="cs-CZ"/>
            <w14:ligatures w14:val="standardContextual"/>
          </w:rPr>
          <w:tab/>
        </w:r>
        <w:r w:rsidRPr="0043059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_Toc187145577 \h </w:instrText>
        </w:r>
        <w:r>
          <w:rPr>
            <w:noProof/>
            <w:webHidden/>
          </w:rPr>
        </w:r>
        <w:r>
          <w:rPr>
            <w:noProof/>
            <w:webHidden/>
          </w:rPr>
          <w:fldChar w:fldCharType="separate"/>
        </w:r>
        <w:r w:rsidR="00F2016B">
          <w:rPr>
            <w:noProof/>
            <w:webHidden/>
          </w:rPr>
          <w:t>30</w:t>
        </w:r>
        <w:r>
          <w:rPr>
            <w:noProof/>
            <w:webHidden/>
          </w:rPr>
          <w:fldChar w:fldCharType="end"/>
        </w:r>
      </w:hyperlink>
    </w:p>
    <w:p w14:paraId="30D005E0" w14:textId="3EBD7142" w:rsidR="00D26AA7" w:rsidRDefault="00D26AA7">
      <w:pPr>
        <w:pStyle w:val="Obsah1"/>
        <w:rPr>
          <w:rFonts w:eastAsiaTheme="minorEastAsia"/>
          <w:caps w:val="0"/>
          <w:noProof/>
          <w:kern w:val="2"/>
          <w:sz w:val="24"/>
          <w:szCs w:val="24"/>
          <w:lang w:eastAsia="cs-CZ"/>
          <w14:ligatures w14:val="standardContextual"/>
        </w:rPr>
      </w:pPr>
      <w:hyperlink w:anchor="_Toc187145578" w:history="1">
        <w:r w:rsidRPr="00430594">
          <w:rPr>
            <w:rStyle w:val="Hypertextovodkaz"/>
          </w:rPr>
          <w:t>23.</w:t>
        </w:r>
        <w:r>
          <w:rPr>
            <w:rFonts w:eastAsiaTheme="minorEastAsia"/>
            <w:caps w:val="0"/>
            <w:noProof/>
            <w:kern w:val="2"/>
            <w:sz w:val="24"/>
            <w:szCs w:val="24"/>
            <w:lang w:eastAsia="cs-CZ"/>
            <w14:ligatures w14:val="standardContextual"/>
          </w:rPr>
          <w:tab/>
        </w:r>
        <w:r w:rsidRPr="0043059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_Toc187145578 \h </w:instrText>
        </w:r>
        <w:r>
          <w:rPr>
            <w:noProof/>
            <w:webHidden/>
          </w:rPr>
        </w:r>
        <w:r>
          <w:rPr>
            <w:noProof/>
            <w:webHidden/>
          </w:rPr>
          <w:fldChar w:fldCharType="separate"/>
        </w:r>
        <w:r w:rsidR="00F2016B">
          <w:rPr>
            <w:noProof/>
            <w:webHidden/>
          </w:rPr>
          <w:t>30</w:t>
        </w:r>
        <w:r>
          <w:rPr>
            <w:noProof/>
            <w:webHidden/>
          </w:rPr>
          <w:fldChar w:fldCharType="end"/>
        </w:r>
      </w:hyperlink>
    </w:p>
    <w:p w14:paraId="377E4103" w14:textId="3FE6EE43" w:rsidR="00D26AA7" w:rsidRDefault="00D26AA7">
      <w:pPr>
        <w:pStyle w:val="Obsah1"/>
        <w:rPr>
          <w:rFonts w:eastAsiaTheme="minorEastAsia"/>
          <w:caps w:val="0"/>
          <w:noProof/>
          <w:kern w:val="2"/>
          <w:sz w:val="24"/>
          <w:szCs w:val="24"/>
          <w:lang w:eastAsia="cs-CZ"/>
          <w14:ligatures w14:val="standardContextual"/>
        </w:rPr>
      </w:pPr>
      <w:hyperlink w:anchor="_Toc187145579" w:history="1">
        <w:r w:rsidRPr="00430594">
          <w:rPr>
            <w:rStyle w:val="Hypertextovodkaz"/>
          </w:rPr>
          <w:t>24.</w:t>
        </w:r>
        <w:r>
          <w:rPr>
            <w:rFonts w:eastAsiaTheme="minorEastAsia"/>
            <w:caps w:val="0"/>
            <w:noProof/>
            <w:kern w:val="2"/>
            <w:sz w:val="24"/>
            <w:szCs w:val="24"/>
            <w:lang w:eastAsia="cs-CZ"/>
            <w14:ligatures w14:val="standardContextual"/>
          </w:rPr>
          <w:tab/>
        </w:r>
        <w:r w:rsidRPr="00430594">
          <w:rPr>
            <w:rStyle w:val="Hypertextovodkaz"/>
          </w:rPr>
          <w:t>PŘÍLOHY TĚCHTO POKYNŮ</w:t>
        </w:r>
        <w:r>
          <w:rPr>
            <w:noProof/>
            <w:webHidden/>
          </w:rPr>
          <w:tab/>
        </w:r>
        <w:r>
          <w:rPr>
            <w:noProof/>
            <w:webHidden/>
          </w:rPr>
          <w:fldChar w:fldCharType="begin"/>
        </w:r>
        <w:r>
          <w:rPr>
            <w:noProof/>
            <w:webHidden/>
          </w:rPr>
          <w:instrText xml:space="preserve"> PAGEREF _Toc187145579 \h </w:instrText>
        </w:r>
        <w:r>
          <w:rPr>
            <w:noProof/>
            <w:webHidden/>
          </w:rPr>
        </w:r>
        <w:r>
          <w:rPr>
            <w:noProof/>
            <w:webHidden/>
          </w:rPr>
          <w:fldChar w:fldCharType="separate"/>
        </w:r>
        <w:r w:rsidR="00F2016B">
          <w:rPr>
            <w:noProof/>
            <w:webHidden/>
          </w:rPr>
          <w:t>32</w:t>
        </w:r>
        <w:r>
          <w:rPr>
            <w:noProof/>
            <w:webHidden/>
          </w:rPr>
          <w:fldChar w:fldCharType="end"/>
        </w:r>
      </w:hyperlink>
    </w:p>
    <w:p w14:paraId="69BD5F09" w14:textId="0190D361"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87145555"/>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87145556"/>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3AC5E988" w:rsidR="0035531B" w:rsidRDefault="0035531B" w:rsidP="00DA1047">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r w:rsidR="00BB6E0B">
        <w:t xml:space="preserve"> nebo Ing. Ondřejem Göpfertem, ředitelem odboru investičního </w:t>
      </w:r>
      <w:r w:rsidR="00BB6E0B" w:rsidRPr="000174E8">
        <w:t xml:space="preserve">na základě pověření č. </w:t>
      </w:r>
      <w:r w:rsidR="00BB6E0B">
        <w:t>14-NM</w:t>
      </w:r>
      <w:r w:rsidR="00BB6E0B" w:rsidRPr="000174E8">
        <w:t xml:space="preserve"> ze dne </w:t>
      </w:r>
      <w:r w:rsidR="00BB6E0B">
        <w:t>13.11.2023</w:t>
      </w:r>
      <w:r w:rsidRPr="000174E8">
        <w:t>.</w:t>
      </w:r>
    </w:p>
    <w:p w14:paraId="02485CAB" w14:textId="77777777" w:rsidR="0035531B" w:rsidRDefault="0035531B" w:rsidP="0035531B">
      <w:pPr>
        <w:pStyle w:val="Nadpis1-1"/>
      </w:pPr>
      <w:bookmarkStart w:id="6" w:name="_Toc187145557"/>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0D0DC742" w:rsidR="0035531B" w:rsidRPr="00DA1047" w:rsidRDefault="0035531B" w:rsidP="0035531B">
      <w:pPr>
        <w:pStyle w:val="Text1-1"/>
      </w:pPr>
      <w:r>
        <w:t xml:space="preserve">Kontaktní osobou zadavatele pro </w:t>
      </w:r>
      <w:r w:rsidRPr="00DA1047">
        <w:t xml:space="preserve">zadávací řízení je: </w:t>
      </w:r>
      <w:r w:rsidR="00DA1047" w:rsidRPr="00DA1047">
        <w:t>Kateřina Jungová</w:t>
      </w:r>
    </w:p>
    <w:p w14:paraId="107CBD83" w14:textId="3AF8F20A" w:rsidR="0035531B" w:rsidRPr="00DA1047" w:rsidRDefault="0035531B" w:rsidP="0035531B">
      <w:pPr>
        <w:pStyle w:val="Textbezslovn"/>
        <w:spacing w:after="0"/>
      </w:pPr>
      <w:r w:rsidRPr="00DA1047">
        <w:t xml:space="preserve">telefon: </w:t>
      </w:r>
      <w:r w:rsidRPr="00DA1047">
        <w:tab/>
      </w:r>
      <w:r w:rsidR="00DA1047" w:rsidRPr="00DA1047">
        <w:t>+420 720 071 563</w:t>
      </w:r>
    </w:p>
    <w:p w14:paraId="1C7F0D5A" w14:textId="1E811AE9" w:rsidR="0035531B" w:rsidRDefault="0035531B" w:rsidP="0035531B">
      <w:pPr>
        <w:pStyle w:val="Textbezslovn"/>
        <w:spacing w:after="0"/>
      </w:pPr>
      <w:r w:rsidRPr="00DA1047">
        <w:t xml:space="preserve">e-mail: </w:t>
      </w:r>
      <w:r w:rsidRPr="00DA1047">
        <w:tab/>
      </w:r>
      <w:r w:rsidR="00DA1047" w:rsidRPr="00DA1047">
        <w:t>jungovak@spravazeleznic.cz</w:t>
      </w:r>
    </w:p>
    <w:p w14:paraId="51300977" w14:textId="4CA22A45" w:rsidR="0035531B" w:rsidRDefault="0035531B" w:rsidP="00DA1047">
      <w:pPr>
        <w:pStyle w:val="Textbezslovn"/>
        <w:ind w:left="2127" w:hanging="1390"/>
      </w:pPr>
      <w:r>
        <w:t xml:space="preserve">adresa: </w:t>
      </w:r>
      <w:r>
        <w:tab/>
      </w:r>
      <w:r w:rsidR="00DA1047" w:rsidRPr="00DA1047">
        <w:t>Správa železnic, státní organizace, Stavební správa západ, Budova Diamond Point, Ke Štvanici 656/3, 186 00 Praha 8 – Karlín</w:t>
      </w:r>
    </w:p>
    <w:p w14:paraId="3AE7F6EB" w14:textId="77777777" w:rsidR="0035531B" w:rsidRDefault="0035531B" w:rsidP="0035531B">
      <w:pPr>
        <w:pStyle w:val="Nadpis1-1"/>
      </w:pPr>
      <w:bookmarkStart w:id="7" w:name="_Toc187145558"/>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79C18C82" w:rsidR="0035531B" w:rsidRDefault="00DA1047" w:rsidP="0035531B">
      <w:pPr>
        <w:pStyle w:val="Textbezslovn"/>
      </w:pPr>
      <w:r>
        <w:t>Účelem veřejné zakázky</w:t>
      </w:r>
      <w:r w:rsidRPr="00DA1047">
        <w:t xml:space="preserve"> je zhotovení </w:t>
      </w:r>
      <w:r>
        <w:t xml:space="preserve">souboru </w:t>
      </w:r>
      <w:r w:rsidRPr="00DA1047">
        <w:t>stav</w:t>
      </w:r>
      <w:r>
        <w:t>e</w:t>
      </w:r>
      <w:r w:rsidRPr="00DA1047">
        <w:t>b „Rekonstrukce mosteckého zhlaví v žst Obrnice pro zajištění traťové třídy zatížení D4“</w:t>
      </w:r>
      <w:r>
        <w:t>;</w:t>
      </w:r>
      <w:r w:rsidRPr="00DA1047">
        <w:t xml:space="preserve"> „Rekonstrukce počeradského zhlaví v žst Obrnice pro zajištění traťové třídy zatížení D4“</w:t>
      </w:r>
      <w:r w:rsidR="00A45B02">
        <w:t>,</w:t>
      </w:r>
      <w:r>
        <w:t xml:space="preserve"> </w:t>
      </w:r>
      <w:r w:rsidRPr="00DA1047">
        <w:t>jejímž cílem je rekonstrukce části železničního svršku a spodku a s tím spojené úpravy na ostatních částech staveb a</w:t>
      </w:r>
      <w:r w:rsidR="00A45B02">
        <w:t> </w:t>
      </w:r>
      <w:r w:rsidRPr="00DA1047">
        <w:t>zařízení v ŽST Obrnice.</w:t>
      </w:r>
    </w:p>
    <w:p w14:paraId="338CF7BC" w14:textId="77777777" w:rsidR="0035531B" w:rsidRDefault="0035531B" w:rsidP="0035531B">
      <w:pPr>
        <w:pStyle w:val="Text1-1"/>
      </w:pPr>
      <w:r>
        <w:t>Předmět plnění veřejné zakázky</w:t>
      </w:r>
    </w:p>
    <w:p w14:paraId="4208A749" w14:textId="11384BAB" w:rsidR="0035531B" w:rsidRDefault="00DA1047" w:rsidP="0035531B">
      <w:pPr>
        <w:pStyle w:val="Textbezslovn"/>
      </w:pPr>
      <w:r>
        <w:t xml:space="preserve">Předmětem </w:t>
      </w:r>
      <w:r w:rsidRPr="00DA1047">
        <w:t xml:space="preserve">veřejné zakázky </w:t>
      </w:r>
      <w:r>
        <w:t>na</w:t>
      </w:r>
      <w:r w:rsidRPr="00DA1047">
        <w:t xml:space="preserve"> zhotovení souboru staveb „Rekonstrukce mosteckého zhlaví v žst Obrnice pro zajištění traťové třídy zatížení D4“; „Rekonstrukce počeradského zhlaví v žst Obrnice pro zajištění traťové třídy zatížení D4“ </w:t>
      </w:r>
      <w:r>
        <w:t>je:</w:t>
      </w:r>
    </w:p>
    <w:p w14:paraId="543574AB" w14:textId="77777777" w:rsidR="00DA1047" w:rsidRDefault="00DA1047" w:rsidP="00DA1047">
      <w:pPr>
        <w:pStyle w:val="Textbezslovn"/>
      </w:pPr>
      <w:r>
        <w:t>•</w:t>
      </w:r>
      <w:r>
        <w:tab/>
        <w:t>zhotovení stavby dle zadávací dokumentace,</w:t>
      </w:r>
    </w:p>
    <w:p w14:paraId="21C9A0CF" w14:textId="77777777" w:rsidR="00DA1047" w:rsidRDefault="00DA1047" w:rsidP="00DA1047">
      <w:pPr>
        <w:pStyle w:val="Textbezslovn"/>
      </w:pPr>
      <w:r>
        <w:t>•</w:t>
      </w:r>
      <w:r>
        <w:tab/>
        <w:t>zpracování Realizační dokumentace stavby,</w:t>
      </w:r>
    </w:p>
    <w:p w14:paraId="6C5829F2" w14:textId="3DBDE8DE" w:rsidR="00DA1047" w:rsidRDefault="00DA1047" w:rsidP="00DA1047">
      <w:pPr>
        <w:pStyle w:val="Textbezslovn"/>
      </w:pPr>
      <w:r>
        <w:t>•</w:t>
      </w:r>
      <w:r>
        <w:tab/>
        <w:t>vypracování Dokumentace skutečného provedení stavby včetně geodetické části.</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5AD9AEB" w14:textId="38E5E6CC" w:rsidR="006972B7" w:rsidRDefault="006972B7" w:rsidP="00006798">
      <w:pPr>
        <w:pStyle w:val="Textbezslovn"/>
        <w:spacing w:after="0"/>
      </w:pPr>
      <w:r w:rsidRPr="006972B7">
        <w:t>CPV kód  45234110-0 Výstavba meziměstských železničních drah</w:t>
      </w:r>
    </w:p>
    <w:p w14:paraId="5F03AFB9" w14:textId="693D09CB" w:rsidR="00140575" w:rsidRPr="001A7674" w:rsidRDefault="00006798" w:rsidP="00006798">
      <w:pPr>
        <w:pStyle w:val="Textbezslovn"/>
        <w:spacing w:after="0"/>
      </w:pPr>
      <w:r w:rsidRPr="001A7674">
        <w:t xml:space="preserve">CPV kód </w:t>
      </w:r>
      <w:r w:rsidR="00D25DE4" w:rsidRPr="001A7674">
        <w:t xml:space="preserve"> </w:t>
      </w:r>
      <w:r w:rsidRPr="001A7674">
        <w:t>45231400-9 Stavební práce pro elektrické vedení</w:t>
      </w:r>
    </w:p>
    <w:p w14:paraId="6347D9EC" w14:textId="77777777" w:rsidR="00140575" w:rsidRDefault="00140575" w:rsidP="00006798">
      <w:pPr>
        <w:pStyle w:val="Textbezslovn"/>
        <w:spacing w:after="0"/>
      </w:pPr>
      <w:r w:rsidRPr="001A7674">
        <w:t>CPV kód  45234115-5 Železniční signalizace</w:t>
      </w:r>
    </w:p>
    <w:p w14:paraId="376E69A5" w14:textId="3D308EEF" w:rsidR="00A45B02" w:rsidRDefault="00A45B02" w:rsidP="00A45B02">
      <w:pPr>
        <w:pStyle w:val="Textbezslovn"/>
        <w:spacing w:after="0"/>
      </w:pPr>
      <w:r w:rsidRPr="00A45B02">
        <w:t>CPV kód  45234181-8 Výstavba kolejiště</w:t>
      </w:r>
    </w:p>
    <w:p w14:paraId="568030FD" w14:textId="0515CA8E" w:rsidR="00006798" w:rsidRPr="006B77B3" w:rsidRDefault="00006798" w:rsidP="009F60BF">
      <w:pPr>
        <w:pStyle w:val="Textbezslovn"/>
        <w:spacing w:after="0"/>
        <w:ind w:left="0"/>
      </w:pP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87145559"/>
      <w:r>
        <w:lastRenderedPageBreak/>
        <w:t>ZDROJE FINANCOVÁNÍ</w:t>
      </w:r>
      <w:r w:rsidR="00845C50">
        <w:t xml:space="preserve"> a </w:t>
      </w:r>
      <w:r>
        <w:t>PŘEDPOKLÁDANÁ HODNOTA VEŘEJNÉ ZAKÁZKY</w:t>
      </w:r>
      <w:bookmarkEnd w:id="8"/>
    </w:p>
    <w:p w14:paraId="01531CB8" w14:textId="1E370EB6"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1A08F4F3" w:rsidR="0035531B" w:rsidRDefault="0035531B" w:rsidP="0035531B">
      <w:pPr>
        <w:pStyle w:val="Text1-1"/>
      </w:pPr>
      <w:r>
        <w:t xml:space="preserve">Předpokládaná hodnota veřejné zakázky činí </w:t>
      </w:r>
      <w:r w:rsidR="00E2734F" w:rsidRPr="00E2734F">
        <w:rPr>
          <w:b/>
        </w:rPr>
        <w:t>144 953</w:t>
      </w:r>
      <w:r w:rsidR="004D2E86">
        <w:rPr>
          <w:b/>
        </w:rPr>
        <w:t> </w:t>
      </w:r>
      <w:r w:rsidR="00E2734F" w:rsidRPr="00E2734F">
        <w:rPr>
          <w:b/>
        </w:rPr>
        <w:t>703</w:t>
      </w:r>
      <w:r w:rsidR="004D2E86">
        <w:rPr>
          <w:b/>
        </w:rPr>
        <w:t xml:space="preserve"> </w:t>
      </w:r>
      <w:r w:rsidRPr="00B91757">
        <w:rPr>
          <w:b/>
        </w:rPr>
        <w:t xml:space="preserve">Kč </w:t>
      </w:r>
      <w:r>
        <w:t>(bez DPH).</w:t>
      </w:r>
    </w:p>
    <w:p w14:paraId="400F521A" w14:textId="7794CA6F" w:rsidR="00190C4F" w:rsidRDefault="008B240A" w:rsidP="00190C4F">
      <w:pPr>
        <w:pStyle w:val="Text1-1"/>
        <w:numPr>
          <w:ilvl w:val="0"/>
          <w:numId w:val="0"/>
        </w:numPr>
        <w:ind w:left="737"/>
      </w:pPr>
      <w:r w:rsidRPr="00845C50">
        <w:rPr>
          <w:rStyle w:val="Tun9b"/>
        </w:rPr>
        <w:t xml:space="preserve">Předpokládaná hodnota </w:t>
      </w:r>
      <w:r>
        <w:rPr>
          <w:rStyle w:val="Tun9b"/>
        </w:rPr>
        <w:t xml:space="preserve">veřejné zakázky </w:t>
      </w:r>
      <w:r w:rsidRPr="00845C50">
        <w:rPr>
          <w:rStyle w:val="Tun9b"/>
        </w:rPr>
        <w:t xml:space="preserve">po odečtení hodnoty vyhrazených změn závazků ze smlouvy (tzn. vyhrazených „víceprací“) činí </w:t>
      </w:r>
      <w:r w:rsidR="00E2734F" w:rsidRPr="00E2734F">
        <w:rPr>
          <w:rStyle w:val="Tun9b"/>
        </w:rPr>
        <w:t>136 239 545</w:t>
      </w:r>
      <w:r w:rsidRPr="00845C50">
        <w:rPr>
          <w:rStyle w:val="Tun9b"/>
        </w:rPr>
        <w:t xml:space="preserve"> Kč (bez DPH).</w:t>
      </w:r>
    </w:p>
    <w:p w14:paraId="3767C8E6" w14:textId="77777777" w:rsidR="0035531B" w:rsidRDefault="0035531B" w:rsidP="006F6B09">
      <w:pPr>
        <w:pStyle w:val="Nadpis1-1"/>
      </w:pPr>
      <w:bookmarkStart w:id="9" w:name="_Toc187145560"/>
      <w:r>
        <w:t>OBSAH ZADÁVACÍ DOKUMENTACE</w:t>
      </w:r>
      <w:bookmarkEnd w:id="9"/>
      <w:r>
        <w:t xml:space="preserve"> </w:t>
      </w:r>
    </w:p>
    <w:p w14:paraId="2392DE32" w14:textId="5C963795"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4A5EB40"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3" w:history="1">
        <w:r w:rsidR="002E3698" w:rsidRPr="00A9747A">
          <w:rPr>
            <w:rStyle w:val="Hypertextovodkaz"/>
            <w:noProof w:val="0"/>
          </w:rPr>
          <w:t>https://sfdi.gov.cz/pravidla-a-metodiky/metodiky-schvalovane-sfdi</w:t>
        </w:r>
      </w:hyperlink>
      <w:r w:rsidR="002E3698">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6CEC6D79" w:rsidR="002E722A" w:rsidRDefault="002E722A" w:rsidP="00DC4DDB">
      <w:pPr>
        <w:pStyle w:val="Textbezslovn"/>
        <w:tabs>
          <w:tab w:val="left" w:pos="1701"/>
        </w:tabs>
        <w:spacing w:after="0"/>
        <w:ind w:left="1701" w:hanging="964"/>
      </w:pPr>
      <w:r>
        <w:tab/>
      </w:r>
      <w:r w:rsidR="00E83D0C">
        <w:t>Metodika pro akceleraci, verze II – 06/2024, schváleno Centrální komisí Ministerstva dopravy dne 17. 6. 2024</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CE9D9FB"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E83D0C">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57991AF" w14:textId="37245473" w:rsidR="00DB0A00" w:rsidRDefault="00DB0A00" w:rsidP="00FF619D">
      <w:pPr>
        <w:pStyle w:val="Textbezslovn"/>
        <w:numPr>
          <w:ilvl w:val="0"/>
          <w:numId w:val="44"/>
        </w:numPr>
      </w:pPr>
      <w:r>
        <w:t xml:space="preserve">PDPS „Rekonstrukce mosteckého zhlaví v žst Obrnice pro zajištění traťové třídy zatížení D4“, 03/2024 - </w:t>
      </w:r>
      <w:r w:rsidRPr="00DB0A00">
        <w:t>Tým dopravního inženýrství, s. r. o.</w:t>
      </w:r>
      <w:r>
        <w:t xml:space="preserve">, </w:t>
      </w:r>
      <w:r w:rsidRPr="00DB0A00">
        <w:t>Moskevská 532/60, 101 00 Praha 10 – Vršovice</w:t>
      </w:r>
      <w:r>
        <w:t xml:space="preserve">, IČO: </w:t>
      </w:r>
      <w:r w:rsidRPr="00DB0A00">
        <w:t>24831832</w:t>
      </w:r>
    </w:p>
    <w:p w14:paraId="2CC19C5B" w14:textId="1A124B23" w:rsidR="0035531B" w:rsidRDefault="00DB0A00" w:rsidP="00FF619D">
      <w:pPr>
        <w:pStyle w:val="Textbezslovn"/>
        <w:numPr>
          <w:ilvl w:val="0"/>
          <w:numId w:val="44"/>
        </w:numPr>
      </w:pPr>
      <w:r>
        <w:t xml:space="preserve">PDPS „Rekonstrukce počeradského zhlaví v žst Obrnice pro zajištění traťové třídy zatížení D4“, 03/2024 - </w:t>
      </w:r>
      <w:r w:rsidRPr="00DB0A00">
        <w:t>Tým dopravního inženýrství, s. r. o.</w:t>
      </w:r>
      <w:r>
        <w:t xml:space="preserve">, </w:t>
      </w:r>
      <w:r w:rsidRPr="00DB0A00">
        <w:t>Moskevská 532/60, 101 00 Praha 10 – Vršovice</w:t>
      </w:r>
      <w:r>
        <w:t xml:space="preserve">, IČO: </w:t>
      </w:r>
      <w:r w:rsidRPr="00DB0A00">
        <w:t>24831832</w:t>
      </w:r>
    </w:p>
    <w:p w14:paraId="57E5B3F6" w14:textId="503E15AA" w:rsidR="0035531B" w:rsidRPr="0010480A" w:rsidRDefault="0035531B" w:rsidP="0010480A">
      <w:pPr>
        <w:pStyle w:val="Text1-1"/>
      </w:pPr>
      <w:r>
        <w:t>Pro vyloučení pochybností zadavatel uvádí, že ohledně této veřejné zakázky nevedl předběžné tržní konzultace.</w:t>
      </w:r>
      <w:r w:rsidRPr="0010480A">
        <w:rPr>
          <w:strike/>
        </w:rPr>
        <w:t xml:space="preserve"> </w:t>
      </w:r>
    </w:p>
    <w:p w14:paraId="2235BE95" w14:textId="77777777" w:rsidR="0035531B" w:rsidRDefault="0035531B" w:rsidP="00CC4380">
      <w:pPr>
        <w:pStyle w:val="Nadpis1-1"/>
      </w:pPr>
      <w:bookmarkStart w:id="10" w:name="_Toc187145561"/>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87145562"/>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4CD44821" w:rsidR="0035531B" w:rsidRDefault="0035531B" w:rsidP="00F65156">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43A0AD09" w14:textId="4AD75DF3" w:rsidR="0035531B" w:rsidRPr="00F65156" w:rsidRDefault="0035531B" w:rsidP="00184664">
      <w:pPr>
        <w:pStyle w:val="Odrka1-2-"/>
      </w:pPr>
      <w:r>
        <w:t xml:space="preserve">Provádění </w:t>
      </w:r>
      <w:r w:rsidRPr="00D10A2D">
        <w:t>staveb</w:t>
      </w:r>
      <w:r>
        <w:t>, jejich změn</w:t>
      </w:r>
      <w:r w:rsidR="00845C50">
        <w:t xml:space="preserve"> a </w:t>
      </w:r>
      <w:r>
        <w:t>odstraňování</w:t>
      </w:r>
      <w:r w:rsidR="00184664">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F65156" w:rsidRDefault="00B645ED" w:rsidP="009978AE">
      <w:pPr>
        <w:pStyle w:val="Odrka1-2-"/>
        <w:numPr>
          <w:ilvl w:val="0"/>
          <w:numId w:val="0"/>
        </w:numPr>
        <w:ind w:left="1531"/>
        <w:rPr>
          <w:b/>
        </w:rPr>
      </w:pPr>
      <w:r w:rsidRPr="00F65156">
        <w:rPr>
          <w:b/>
        </w:rPr>
        <w:t xml:space="preserve">b) </w:t>
      </w:r>
      <w:r w:rsidRPr="00F65156">
        <w:t>dopravní stavby</w:t>
      </w:r>
    </w:p>
    <w:p w14:paraId="3BDBB71C" w14:textId="77777777" w:rsidR="00B645ED" w:rsidRPr="00F65156" w:rsidRDefault="00B645ED" w:rsidP="009978AE">
      <w:pPr>
        <w:pStyle w:val="Odrka1-2-"/>
        <w:numPr>
          <w:ilvl w:val="0"/>
          <w:numId w:val="0"/>
        </w:numPr>
        <w:ind w:left="1531"/>
      </w:pPr>
      <w:r w:rsidRPr="00F65156">
        <w:rPr>
          <w:b/>
        </w:rPr>
        <w:t xml:space="preserve">e) </w:t>
      </w:r>
      <w:r w:rsidRPr="00F65156">
        <w:t>technologická zařízení staveb</w:t>
      </w:r>
    </w:p>
    <w:p w14:paraId="000EFEFE" w14:textId="3102AB14" w:rsidR="00710472" w:rsidRPr="00F65156" w:rsidRDefault="00F65156" w:rsidP="00F65156">
      <w:pPr>
        <w:pStyle w:val="Odrka1-2-"/>
        <w:numPr>
          <w:ilvl w:val="0"/>
          <w:numId w:val="0"/>
        </w:numPr>
        <w:ind w:left="1531"/>
        <w:rPr>
          <w:bCs/>
          <w:highlight w:val="green"/>
        </w:rPr>
      </w:pPr>
      <w:r w:rsidRPr="00F65156">
        <w:rPr>
          <w:b/>
        </w:rPr>
        <w:t xml:space="preserve">f2) </w:t>
      </w:r>
      <w:r w:rsidRPr="00F65156">
        <w:rPr>
          <w:bCs/>
        </w:rPr>
        <w:t>technika prostředí staveb, specializace elektrotechnická zařízení</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37CF361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F72C4" w:rsidRPr="00CF72C4">
        <w:rPr>
          <w:b/>
          <w:bCs/>
        </w:rPr>
        <w:t>88 231 000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A4EC1E4"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stavbách </w:t>
      </w:r>
      <w:r w:rsidRPr="00F65156">
        <w:t>železničních drah, jak jsou vymezeny</w:t>
      </w:r>
      <w:r w:rsidR="00092CC9" w:rsidRPr="00F65156">
        <w:t xml:space="preserve"> v </w:t>
      </w:r>
      <w:r w:rsidRPr="00F65156">
        <w:t>§ 5 odst. 1</w:t>
      </w:r>
      <w:r w:rsidR="00845C50" w:rsidRPr="00F65156">
        <w:t xml:space="preserve"> a</w:t>
      </w:r>
      <w:r w:rsidR="00092CC9" w:rsidRPr="00F65156">
        <w:t xml:space="preserve"> v </w:t>
      </w:r>
      <w:r w:rsidRPr="00F65156">
        <w:t xml:space="preserve">§ 3 odst. </w:t>
      </w:r>
      <w:r w:rsidR="00E57772" w:rsidRPr="00F65156">
        <w:t>1 zákona</w:t>
      </w:r>
      <w:r w:rsidRPr="00F65156">
        <w:t xml:space="preserve"> č. 266/1994 Sb.,</w:t>
      </w:r>
      <w:r w:rsidR="00092CC9" w:rsidRPr="00F65156">
        <w:t xml:space="preserve"> o </w:t>
      </w:r>
      <w:r w:rsidRPr="00F65156">
        <w:t xml:space="preserve">dráhách, ve znění pozdějších předpisů, </w:t>
      </w:r>
      <w:r w:rsidR="00014412" w:rsidRPr="00F65156">
        <w:t xml:space="preserve">poskytnutých dodavatelem </w:t>
      </w:r>
      <w:r w:rsidRPr="00F65156">
        <w:t>za 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F65156">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CF72C4" w:rsidRPr="00CF72C4">
        <w:rPr>
          <w:b/>
          <w:bCs/>
        </w:rPr>
        <w:t>139</w:t>
      </w:r>
      <w:r w:rsidR="005A38AE">
        <w:rPr>
          <w:b/>
          <w:bCs/>
        </w:rPr>
        <w:t> mil.</w:t>
      </w:r>
      <w:r w:rsidR="00CF72C4" w:rsidRPr="00CF72C4">
        <w:t xml:space="preserve"> </w:t>
      </w:r>
      <w:r w:rsidRPr="00CF72C4">
        <w:rPr>
          <w:b/>
        </w:rPr>
        <w:t>Kč</w:t>
      </w:r>
      <w:r w:rsidRPr="00CF72C4">
        <w:t xml:space="preserve"> </w:t>
      </w:r>
      <w:r>
        <w:t xml:space="preserve">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BFFCE02" w:rsidR="0035531B" w:rsidRPr="00C844D0"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C844D0">
        <w:t>posledních 5 letech před zahájením zadávacího řízení řádně poskytl</w:t>
      </w:r>
      <w:r w:rsidR="00845C50" w:rsidRPr="00C844D0">
        <w:t xml:space="preserve"> a </w:t>
      </w:r>
      <w:r w:rsidRPr="00C844D0">
        <w:t xml:space="preserve">dokončil alespoň </w:t>
      </w:r>
      <w:r w:rsidR="005E48ED">
        <w:t xml:space="preserve">jednu </w:t>
      </w:r>
      <w:r w:rsidR="00D84B47" w:rsidRPr="00C844D0">
        <w:t>níže uveden</w:t>
      </w:r>
      <w:r w:rsidR="005E48ED">
        <w:t>ou</w:t>
      </w:r>
      <w:r w:rsidR="00D84B47" w:rsidRPr="00C844D0">
        <w:t xml:space="preserve"> </w:t>
      </w:r>
      <w:r w:rsidRPr="00C844D0">
        <w:t>nejvýznamnější stavební prác</w:t>
      </w:r>
      <w:r w:rsidR="005E48ED">
        <w:t>i</w:t>
      </w:r>
      <w:r w:rsidR="002D35C5" w:rsidRPr="00C844D0">
        <w:t xml:space="preserve"> </w:t>
      </w:r>
      <w:r w:rsidRPr="00C844D0">
        <w:t>(dále jen jako „</w:t>
      </w:r>
      <w:r w:rsidRPr="00C844D0">
        <w:rPr>
          <w:rStyle w:val="Tun9b"/>
        </w:rPr>
        <w:t>nejvýznamnější stavební práce</w:t>
      </w:r>
      <w:r w:rsidRPr="00C844D0">
        <w:t>“)</w:t>
      </w:r>
      <w:r w:rsidR="00D14BAA" w:rsidRPr="00C844D0">
        <w:t xml:space="preserve"> v rámci </w:t>
      </w:r>
      <w:r w:rsidR="005E48ED" w:rsidRPr="00C844D0">
        <w:t>n</w:t>
      </w:r>
      <w:r w:rsidR="005E48ED">
        <w:t>íž</w:t>
      </w:r>
      <w:r w:rsidR="005E48ED" w:rsidRPr="00C844D0">
        <w:t xml:space="preserve"> </w:t>
      </w:r>
      <w:r w:rsidR="00D14BAA" w:rsidRPr="00C844D0">
        <w:t>musí dodavatel doložit následující požadavky:</w:t>
      </w:r>
      <w:r w:rsidRPr="00C844D0">
        <w:t xml:space="preserve"> </w:t>
      </w:r>
    </w:p>
    <w:p w14:paraId="12D20418" w14:textId="6886DDEF" w:rsidR="0035531B" w:rsidRPr="00C844D0" w:rsidRDefault="0035531B" w:rsidP="00092CC9">
      <w:pPr>
        <w:pStyle w:val="Odrka1-1"/>
      </w:pPr>
      <w:r w:rsidRPr="00C844D0">
        <w:t>nejméně jedna nejvýznamnější stavební práce musí zahrnovat novostavbu</w:t>
      </w:r>
      <w:r w:rsidR="00CB21C4" w:rsidRPr="00C844D0">
        <w:t>,</w:t>
      </w:r>
      <w:r w:rsidRPr="00C844D0">
        <w:t xml:space="preserve"> rekonstrukci </w:t>
      </w:r>
      <w:r w:rsidR="00CB21C4" w:rsidRPr="00C844D0">
        <w:t xml:space="preserve">nebo opravu </w:t>
      </w:r>
      <w:r w:rsidRPr="00C844D0">
        <w:rPr>
          <w:rStyle w:val="Tun9b"/>
        </w:rPr>
        <w:t>železničního svršku</w:t>
      </w:r>
      <w:r w:rsidR="00092CC9" w:rsidRPr="00C844D0">
        <w:t xml:space="preserve"> v </w:t>
      </w:r>
      <w:r w:rsidRPr="00C844D0">
        <w:t xml:space="preserve">železniční stanici na elektrifikované </w:t>
      </w:r>
      <w:r w:rsidR="00335975" w:rsidRPr="00C844D0">
        <w:t>trati</w:t>
      </w:r>
      <w:r w:rsidRPr="00C844D0">
        <w:t>,</w:t>
      </w:r>
      <w:r w:rsidR="00845C50" w:rsidRPr="00C844D0">
        <w:t xml:space="preserve"> a </w:t>
      </w:r>
      <w:r w:rsidRPr="00C844D0">
        <w:t>to</w:t>
      </w:r>
      <w:r w:rsidR="00092CC9" w:rsidRPr="00C844D0">
        <w:t xml:space="preserve"> v </w:t>
      </w:r>
      <w:r w:rsidRPr="00C844D0">
        <w:t xml:space="preserve">hodnotě nejméně </w:t>
      </w:r>
      <w:r w:rsidR="00BB7DCA" w:rsidRPr="00C844D0">
        <w:rPr>
          <w:b/>
          <w:bCs/>
        </w:rPr>
        <w:t>20 </w:t>
      </w:r>
      <w:r w:rsidR="00F458FC" w:rsidRPr="00C844D0">
        <w:rPr>
          <w:b/>
          <w:bCs/>
        </w:rPr>
        <w:t>mil.</w:t>
      </w:r>
      <w:r w:rsidRPr="00C844D0">
        <w:rPr>
          <w:b/>
          <w:bCs/>
        </w:rPr>
        <w:t xml:space="preserve"> Kč </w:t>
      </w:r>
      <w:r w:rsidRPr="00C844D0">
        <w:t xml:space="preserve">bez DPH </w:t>
      </w:r>
      <w:r w:rsidR="008457F5" w:rsidRPr="008457F5">
        <w:t>(uvedená částka se vztahuje k hodnotě novostavby, rekonstrukce nebo opravy železničního svršku, nikoli k hodnotě nejvýznamnější stavební práce, tj. zakázky jako celku)</w:t>
      </w:r>
      <w:r w:rsidR="005E48ED">
        <w:t>.</w:t>
      </w:r>
    </w:p>
    <w:p w14:paraId="59340031" w14:textId="74CE948F"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w:t>
      </w:r>
      <w:r w:rsidR="00395DE5">
        <w:t> </w:t>
      </w:r>
      <w:r>
        <w:t xml:space="preserve">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w:t>
      </w:r>
      <w:r>
        <w:lastRenderedPageBreak/>
        <w:t xml:space="preserve">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04F0BDE8"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844D0">
        <w:t>posledních 5 let. Pro odstranění pochybností zadavatel uvádí, že požadavek kritéria technické kvalifikace na doložení stavebních, resp. nejvýznamnějších stavebních prací lze splnit předložením seznamu</w:t>
      </w:r>
      <w:r w:rsidR="00845C50" w:rsidRPr="00C844D0">
        <w:t xml:space="preserve"> a </w:t>
      </w:r>
      <w:r w:rsidRPr="00C844D0">
        <w:t>osvědčení</w:t>
      </w:r>
      <w:r w:rsidR="00092CC9" w:rsidRPr="00C844D0">
        <w:t xml:space="preserve"> o </w:t>
      </w:r>
      <w:r w:rsidRPr="00C844D0">
        <w:t>řádném poskytnutí</w:t>
      </w:r>
      <w:r w:rsidR="00845C50" w:rsidRPr="00C844D0">
        <w:t xml:space="preserve"> a </w:t>
      </w:r>
      <w:r w:rsidRPr="00C844D0">
        <w:t>dokončení i pouze jediné stavební, resp. nejvýznamnější stavební práce, jejíž hodnota představuje alespoň požadovanou hodnotu stavebních prací</w:t>
      </w:r>
      <w:r w:rsidR="00092CC9" w:rsidRPr="00C844D0">
        <w:t xml:space="preserve"> v </w:t>
      </w:r>
      <w:r w:rsidRPr="00C844D0">
        <w:t>součtu za posledních 5 let</w:t>
      </w:r>
      <w:r w:rsidR="00845C50" w:rsidRPr="00C844D0">
        <w:t xml:space="preserve"> a </w:t>
      </w:r>
      <w:r w:rsidRPr="00C844D0">
        <w:t>splňuje i</w:t>
      </w:r>
      <w:r>
        <w:t xml:space="preserve">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66C9D1C7" w:rsidR="00930B79" w:rsidRPr="00FA7629" w:rsidRDefault="0035531B" w:rsidP="00FA7629">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844D0">
        <w:t xml:space="preserve">posledních </w:t>
      </w:r>
      <w:r w:rsidRPr="00C844D0">
        <w:t xml:space="preserve">5 let </w:t>
      </w:r>
      <w:r w:rsidR="00D31E39" w:rsidRPr="00C844D0">
        <w:t xml:space="preserve">před zahájením zadávacího řízení </w:t>
      </w:r>
      <w:r w:rsidRPr="00C844D0">
        <w:t xml:space="preserve">se </w:t>
      </w:r>
      <w:r w:rsidR="000A2EAF" w:rsidRPr="00C844D0">
        <w:t xml:space="preserve">pro účely prokázání technické kvalifikace ohledně referenčních zakázek </w:t>
      </w:r>
      <w:r w:rsidRPr="00C844D0">
        <w:t>považuje za splněnou, pokud byly stavební/nejvýznamnější stavební práce</w:t>
      </w:r>
      <w:r w:rsidR="00092CC9" w:rsidRPr="00C844D0">
        <w:t xml:space="preserve"> </w:t>
      </w:r>
      <w:r w:rsidR="000A2EAF" w:rsidRPr="00C844D0">
        <w:t xml:space="preserve">dokončeny </w:t>
      </w:r>
      <w:r w:rsidR="00092CC9" w:rsidRPr="00C844D0">
        <w:t>v </w:t>
      </w:r>
      <w:r w:rsidRPr="00C844D0">
        <w:t>průběhu této doby</w:t>
      </w:r>
      <w:r w:rsidR="000A2EAF" w:rsidRPr="00C844D0">
        <w:t xml:space="preserve"> nebo kdykoli po zahájení zadávacího řízení, včetně doby po podání nabídek, a to nejpozději do doby zadavatelem případně stanovené k předložení údajů a dokladů dle § 46 ZZVZ. Pro </w:t>
      </w:r>
      <w:r w:rsidRPr="00C844D0">
        <w:t xml:space="preserve">prokázání kvalifikace postačuje, aby byl požadovaný finanční objem </w:t>
      </w:r>
      <w:r w:rsidR="00293D72" w:rsidRPr="00C844D0">
        <w:t xml:space="preserve">či jiné minimální hodnoty </w:t>
      </w:r>
      <w:r w:rsidRPr="00C844D0">
        <w:t>stavebních/nejvýznamnějších stavebních prací dosažen</w:t>
      </w:r>
      <w:r w:rsidR="00293D72" w:rsidRPr="00C844D0">
        <w:t>y</w:t>
      </w:r>
      <w:r w:rsidRPr="00C844D0">
        <w:t xml:space="preserve"> za celou dobu realizace stavebních/nejvýznamnějších stavebních prací, nikoliv pouze</w:t>
      </w:r>
      <w:r w:rsidR="00092CC9" w:rsidRPr="00C844D0">
        <w:t xml:space="preserve"> v </w:t>
      </w:r>
      <w:r w:rsidRPr="00C844D0">
        <w:t>průběhu posledních 5 let před zahájením zadávacího řízení. Dokončením se</w:t>
      </w:r>
      <w:r w:rsidR="00BB4AF2" w:rsidRPr="00C844D0">
        <w:t xml:space="preserve"> u </w:t>
      </w:r>
      <w:r w:rsidR="007B1E1B" w:rsidRPr="00C844D0">
        <w:t>stavebních/</w:t>
      </w:r>
      <w:r w:rsidRPr="00C844D0">
        <w:t xml:space="preserve">nejvýznamnějších stavebních prací </w:t>
      </w:r>
      <w:r w:rsidR="002A30C7" w:rsidRPr="00C844D0">
        <w:t xml:space="preserve">pro účely prokázání technické kvalifikace v tomto zadávacím řízení </w:t>
      </w:r>
      <w:r w:rsidRPr="00C844D0">
        <w:t xml:space="preserve">rozumí </w:t>
      </w:r>
      <w:r w:rsidR="007B1E1B" w:rsidRPr="00C844D0">
        <w:t xml:space="preserve">i </w:t>
      </w:r>
      <w:r w:rsidRPr="00C844D0">
        <w:t>uvedení díla</w:t>
      </w:r>
      <w:r w:rsidR="007B1E1B" w:rsidRPr="00C844D0">
        <w:t>, resp. poslední části</w:t>
      </w:r>
      <w:r w:rsidR="00227BC8" w:rsidRPr="00C844D0">
        <w:t xml:space="preserve"> stavební práce</w:t>
      </w:r>
      <w:r w:rsidRPr="00C844D0">
        <w:t>, alespoň do zkušebního provozu. Zadavatel nicméně za dílo dokončené</w:t>
      </w:r>
      <w:r w:rsidR="00092CC9" w:rsidRPr="00C844D0">
        <w:t xml:space="preserve"> v </w:t>
      </w:r>
      <w:r w:rsidRPr="00C844D0">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7A884C0A"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AF7BB1">
        <w:t>funkci,</w:t>
      </w:r>
      <w:r w:rsidR="00845C50" w:rsidRPr="00AF7BB1">
        <w:t xml:space="preserve"> </w:t>
      </w:r>
      <w:r w:rsidRPr="00AF7BB1">
        <w:t>může být za účelem splnění kvalifikace doložena pouze jedna fyzická osoba. Jednotlivé požadavky na kvalifikační kritéria</w:t>
      </w:r>
      <w:r w:rsidR="00BB4AF2" w:rsidRPr="00AF7BB1">
        <w:t xml:space="preserve"> u </w:t>
      </w:r>
      <w:r w:rsidRPr="00AF7BB1">
        <w:t>každé jednotlivé funkce tedy,</w:t>
      </w:r>
      <w:r w:rsidR="00845C50" w:rsidRPr="00AF7BB1">
        <w:t xml:space="preserve"> </w:t>
      </w:r>
      <w:r w:rsidRPr="00AF7BB1">
        <w:t>nelze jakkoliv rozdělit mezi více fyzických osob, takže</w:t>
      </w:r>
      <w:r w:rsidR="00BB4AF2" w:rsidRPr="00AF7BB1">
        <w:t xml:space="preserve"> u </w:t>
      </w:r>
      <w:r w:rsidRPr="00AF7BB1">
        <w:t xml:space="preserve">téže funkce člena personálu nemůže být prokázáno splnění např. požadované </w:t>
      </w:r>
      <w:r w:rsidR="00DD7852" w:rsidRPr="00AF7BB1">
        <w:t>praxe</w:t>
      </w:r>
      <w:r w:rsidRPr="00AF7BB1">
        <w:t xml:space="preserve"> jednou osobou</w:t>
      </w:r>
      <w:r w:rsidR="00845C50" w:rsidRPr="00AF7BB1">
        <w:t xml:space="preserve"> a </w:t>
      </w:r>
      <w:r w:rsidRPr="00AF7BB1">
        <w:t xml:space="preserve">pomocí jiné osoby odborná způsobilost. </w:t>
      </w:r>
      <w:r w:rsidR="0086714F" w:rsidRPr="00AF7BB1">
        <w:t xml:space="preserve">I v případě, že bude kvalifikace </w:t>
      </w:r>
      <w:r w:rsidR="00AA576A" w:rsidRPr="00AF7BB1">
        <w:t xml:space="preserve">jednotlivých </w:t>
      </w:r>
      <w:r w:rsidR="0086714F" w:rsidRPr="00AF7BB1">
        <w:t xml:space="preserve">členů odborného personálu </w:t>
      </w:r>
      <w:r w:rsidR="00095A11" w:rsidRPr="00AF7BB1">
        <w:t xml:space="preserve">v plném rozsahu </w:t>
      </w:r>
      <w:r w:rsidR="0086714F" w:rsidRPr="00AF7BB1">
        <w:t xml:space="preserve">prokázána samostatně více fyzickými osobami, může být ve smlouvě uvedena, </w:t>
      </w:r>
      <w:r w:rsidR="0086714F">
        <w:t xml:space="preserve">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w:t>
      </w:r>
      <w:r w:rsidR="006C100A">
        <w:rPr>
          <w:rStyle w:val="Tun9b"/>
        </w:rPr>
        <w:t>specialisty na zabezpečovací zařízení a specialisty na trakční vedení</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FA7629" w:rsidRDefault="0035531B" w:rsidP="009067B5">
      <w:pPr>
        <w:pStyle w:val="Odstavec1-1a"/>
        <w:numPr>
          <w:ilvl w:val="0"/>
          <w:numId w:val="12"/>
        </w:numPr>
        <w:rPr>
          <w:rStyle w:val="Tun9b"/>
          <w:b w:val="0"/>
          <w:sz w:val="14"/>
        </w:rPr>
      </w:pPr>
      <w:r w:rsidRPr="00FA7629">
        <w:rPr>
          <w:rStyle w:val="Tun9b"/>
        </w:rPr>
        <w:lastRenderedPageBreak/>
        <w:t>stavbyvedoucí</w:t>
      </w:r>
    </w:p>
    <w:p w14:paraId="0DFF27C0" w14:textId="77777777" w:rsidR="0035531B" w:rsidRPr="00FA7629" w:rsidRDefault="0035531B" w:rsidP="00930B79">
      <w:pPr>
        <w:pStyle w:val="Odrka1-2-"/>
      </w:pPr>
      <w:r w:rsidRPr="00FA7629">
        <w:t>nejméně 5 let praxe</w:t>
      </w:r>
      <w:r w:rsidR="00092CC9" w:rsidRPr="00FA7629">
        <w:t xml:space="preserve"> v </w:t>
      </w:r>
      <w:r w:rsidRPr="00FA7629">
        <w:t xml:space="preserve">řízení provádění staveb železničních drah; </w:t>
      </w:r>
    </w:p>
    <w:p w14:paraId="10A4B46A" w14:textId="15648ECB" w:rsidR="0035531B" w:rsidRPr="00FA7629" w:rsidRDefault="0035531B" w:rsidP="00F44AC3">
      <w:pPr>
        <w:pStyle w:val="Odrka1-2-"/>
      </w:pPr>
      <w:r w:rsidRPr="00FA7629">
        <w:t>zkušenost</w:t>
      </w:r>
      <w:r w:rsidR="00845C50" w:rsidRPr="00FA7629">
        <w:t xml:space="preserve"> s </w:t>
      </w:r>
      <w:r w:rsidRPr="00FA7629">
        <w:t xml:space="preserve">řízením realizace alespoň jedné </w:t>
      </w:r>
      <w:r w:rsidR="00DA5DCB" w:rsidRPr="00FA7629">
        <w:t>zakázky – stavby</w:t>
      </w:r>
      <w:r w:rsidRPr="00FA7629">
        <w:t xml:space="preserve"> železničních drah</w:t>
      </w:r>
      <w:r w:rsidR="00092CC9" w:rsidRPr="00FA7629">
        <w:t xml:space="preserve"> v </w:t>
      </w:r>
      <w:r w:rsidRPr="00FA7629">
        <w:t xml:space="preserve">hodnotě nejméně </w:t>
      </w:r>
      <w:r w:rsidR="00E249F8">
        <w:rPr>
          <w:b/>
          <w:bCs/>
        </w:rPr>
        <w:t>20</w:t>
      </w:r>
      <w:r w:rsidR="00C844D0" w:rsidRPr="00FA7629">
        <w:rPr>
          <w:b/>
          <w:bCs/>
        </w:rPr>
        <w:t xml:space="preserve"> mil.</w:t>
      </w:r>
      <w:r w:rsidRPr="00FA7629">
        <w:rPr>
          <w:b/>
          <w:bCs/>
        </w:rPr>
        <w:t xml:space="preserve"> Kč</w:t>
      </w:r>
      <w:r w:rsidRPr="00FA7629">
        <w:t xml:space="preserve"> bez DPH,</w:t>
      </w:r>
      <w:r w:rsidR="00845C50" w:rsidRPr="00FA7629">
        <w:t xml:space="preserve"> </w:t>
      </w:r>
      <w:r w:rsidR="00057CE9" w:rsidRPr="00FA7629">
        <w:t>jež zahrnovala novostavbu</w:t>
      </w:r>
      <w:r w:rsidR="00370F1F" w:rsidRPr="00FA7629">
        <w:t>,</w:t>
      </w:r>
      <w:r w:rsidR="00057CE9" w:rsidRPr="00FA7629">
        <w:t xml:space="preserve"> rekonstrukci </w:t>
      </w:r>
      <w:r w:rsidR="00370F1F" w:rsidRPr="00FA7629">
        <w:t xml:space="preserve">nebo opravu </w:t>
      </w:r>
      <w:r w:rsidR="00057CE9" w:rsidRPr="00FA7629">
        <w:t xml:space="preserve">železničního svršku </w:t>
      </w:r>
      <w:r w:rsidR="00057CE9" w:rsidRPr="00FA7629">
        <w:rPr>
          <w:rFonts w:ascii="Verdana" w:hAnsi="Verdana" w:cs="Calibri"/>
        </w:rPr>
        <w:t xml:space="preserve">a spodku </w:t>
      </w:r>
      <w:r w:rsidR="00057CE9" w:rsidRPr="00FA7629">
        <w:t xml:space="preserve">na elektrifikované trati, </w:t>
      </w:r>
      <w:r w:rsidR="00845C50" w:rsidRPr="00FA7629">
        <w:t>a </w:t>
      </w:r>
      <w:r w:rsidRPr="00FA7629">
        <w:t>to</w:t>
      </w:r>
      <w:r w:rsidR="00092CC9" w:rsidRPr="00FA7629">
        <w:t xml:space="preserve"> v </w:t>
      </w:r>
      <w:r w:rsidRPr="00FA7629">
        <w:t>posledních 10 letech před zahájením zadávacího řízení;</w:t>
      </w:r>
    </w:p>
    <w:p w14:paraId="19A9FACF" w14:textId="62EDBFD5" w:rsidR="0035531B" w:rsidRPr="00FA7629" w:rsidRDefault="0035531B" w:rsidP="00AD1771">
      <w:pPr>
        <w:pStyle w:val="Odrka1-2-"/>
      </w:pPr>
      <w:r w:rsidRPr="00FA7629">
        <w:t>musí předložit doklad</w:t>
      </w:r>
      <w:r w:rsidR="00092CC9" w:rsidRPr="00FA7629">
        <w:t xml:space="preserve"> o </w:t>
      </w:r>
      <w:r w:rsidRPr="00FA7629">
        <w:t>autorizaci</w:t>
      </w:r>
      <w:r w:rsidR="00092CC9" w:rsidRPr="00FA7629">
        <w:t xml:space="preserve"> v </w:t>
      </w:r>
      <w:r w:rsidRPr="00FA7629">
        <w:t xml:space="preserve">rozsahu dle § 5 odst. 3 písm. </w:t>
      </w:r>
      <w:r w:rsidRPr="00C34C82">
        <w:rPr>
          <w:b/>
          <w:bCs/>
        </w:rPr>
        <w:t>b)</w:t>
      </w:r>
      <w:r w:rsidRPr="00FA7629">
        <w:t xml:space="preserve"> </w:t>
      </w:r>
      <w:r w:rsidR="00C574FE" w:rsidRPr="00FA7629">
        <w:t xml:space="preserve">autorizačního </w:t>
      </w:r>
      <w:r w:rsidRPr="00FA7629">
        <w:t>zákona, tedy</w:t>
      </w:r>
      <w:r w:rsidR="00092CC9" w:rsidRPr="00FA7629">
        <w:t xml:space="preserve"> v </w:t>
      </w:r>
      <w:r w:rsidRPr="00FA7629">
        <w:t xml:space="preserve">oboru </w:t>
      </w:r>
      <w:r w:rsidRPr="001140A4">
        <w:rPr>
          <w:b/>
          <w:bCs/>
        </w:rPr>
        <w:t>dopravní stavby</w:t>
      </w:r>
      <w:r w:rsidRPr="00FA7629">
        <w:t>;</w:t>
      </w:r>
    </w:p>
    <w:p w14:paraId="2907A8CC" w14:textId="77777777" w:rsidR="0035531B" w:rsidRPr="00FA7629" w:rsidRDefault="0035531B" w:rsidP="00930B79">
      <w:pPr>
        <w:pStyle w:val="Odstavec1-1a"/>
        <w:rPr>
          <w:rStyle w:val="Tun9b"/>
        </w:rPr>
      </w:pPr>
      <w:r w:rsidRPr="00FA7629">
        <w:rPr>
          <w:rStyle w:val="Tun9b"/>
        </w:rPr>
        <w:t>zástupce stavbyvedoucího</w:t>
      </w:r>
    </w:p>
    <w:p w14:paraId="4259738E" w14:textId="77777777" w:rsidR="003C6721" w:rsidRPr="00FA7629" w:rsidRDefault="003C6721" w:rsidP="003C6721">
      <w:pPr>
        <w:pStyle w:val="Odrka1-2-"/>
      </w:pPr>
      <w:r w:rsidRPr="00FA7629">
        <w:t>nejméně 5 let praxe v provádění staveb železničních drah;</w:t>
      </w:r>
    </w:p>
    <w:p w14:paraId="7C7F9A14" w14:textId="61467F8F" w:rsidR="003C6721" w:rsidRPr="00FA7629" w:rsidRDefault="003C6721" w:rsidP="003C6721">
      <w:pPr>
        <w:pStyle w:val="Odrka1-2-"/>
      </w:pPr>
      <w:r w:rsidRPr="00FA7629">
        <w:t xml:space="preserve">zkušenost s realizací alespoň jedné </w:t>
      </w:r>
      <w:r w:rsidR="00DA5DCB" w:rsidRPr="00FA7629">
        <w:t>zakázky – stavby</w:t>
      </w:r>
      <w:r w:rsidRPr="00FA7629">
        <w:t xml:space="preserve"> železničních drah v hodnotě nejméně </w:t>
      </w:r>
      <w:r w:rsidR="00B00EC3" w:rsidRPr="00FA7629">
        <w:rPr>
          <w:b/>
          <w:bCs/>
        </w:rPr>
        <w:t>2</w:t>
      </w:r>
      <w:r w:rsidR="00E249F8">
        <w:rPr>
          <w:b/>
          <w:bCs/>
        </w:rPr>
        <w:t>0</w:t>
      </w:r>
      <w:r w:rsidR="00B00EC3" w:rsidRPr="00FA7629">
        <w:rPr>
          <w:b/>
          <w:bCs/>
        </w:rPr>
        <w:t xml:space="preserve"> mil.</w:t>
      </w:r>
      <w:r w:rsidRPr="00FA7629">
        <w:t xml:space="preserve"> Kč bez DPH, </w:t>
      </w:r>
      <w:r w:rsidR="00815F1A" w:rsidRPr="00FA7629">
        <w:t>jež zahrnovala novostavbu</w:t>
      </w:r>
      <w:r w:rsidR="00370F1F" w:rsidRPr="00FA7629">
        <w:t>,</w:t>
      </w:r>
      <w:r w:rsidR="00815F1A" w:rsidRPr="00FA7629">
        <w:t xml:space="preserve"> rekonstrukci </w:t>
      </w:r>
      <w:r w:rsidR="00370F1F" w:rsidRPr="00FA7629">
        <w:t xml:space="preserve">nebo opravu </w:t>
      </w:r>
      <w:r w:rsidR="00815F1A" w:rsidRPr="00FA7629">
        <w:t xml:space="preserve">železničního svršku </w:t>
      </w:r>
      <w:r w:rsidR="00815F1A" w:rsidRPr="00FA7629">
        <w:rPr>
          <w:rFonts w:ascii="Verdana" w:hAnsi="Verdana" w:cs="Calibri"/>
        </w:rPr>
        <w:t xml:space="preserve">a spodku </w:t>
      </w:r>
      <w:r w:rsidR="00815F1A" w:rsidRPr="00FA7629">
        <w:t xml:space="preserve">na elektrifikované </w:t>
      </w:r>
      <w:r w:rsidR="00A06027" w:rsidRPr="00FA7629">
        <w:t>trati,</w:t>
      </w:r>
      <w:r w:rsidR="00FA7629" w:rsidRPr="00FA7629">
        <w:rPr>
          <w:rFonts w:ascii="Verdana" w:hAnsi="Verdana" w:cs="Calibri"/>
          <w:strike/>
        </w:rPr>
        <w:t xml:space="preserve"> </w:t>
      </w:r>
      <w:r w:rsidRPr="00FA7629">
        <w:t>a to v posledních 10 letech před zahájením zadávacího řízení;</w:t>
      </w:r>
    </w:p>
    <w:p w14:paraId="4646DAEA" w14:textId="78617D93" w:rsidR="0035531B" w:rsidRPr="00FA7629" w:rsidRDefault="0035531B" w:rsidP="00930B79">
      <w:pPr>
        <w:pStyle w:val="Odrka1-2-"/>
      </w:pPr>
      <w:r w:rsidRPr="00FA7629">
        <w:t>musí předložit doklad</w:t>
      </w:r>
      <w:r w:rsidR="00092CC9" w:rsidRPr="00FA7629">
        <w:t xml:space="preserve"> o </w:t>
      </w:r>
      <w:r w:rsidRPr="00FA7629">
        <w:t>autorizaci</w:t>
      </w:r>
      <w:r w:rsidR="00092CC9" w:rsidRPr="00FA7629">
        <w:t xml:space="preserve"> v </w:t>
      </w:r>
      <w:r w:rsidRPr="00FA7629">
        <w:t xml:space="preserve">rozsahu dle § 5 odst. 3 písm. </w:t>
      </w:r>
      <w:r w:rsidRPr="00C34C82">
        <w:rPr>
          <w:b/>
          <w:bCs/>
        </w:rPr>
        <w:t>b)</w:t>
      </w:r>
      <w:r w:rsidRPr="00FA7629">
        <w:t xml:space="preserve"> autorizačního zákona, tedy</w:t>
      </w:r>
      <w:r w:rsidR="00092CC9" w:rsidRPr="00FA7629">
        <w:t xml:space="preserve"> v </w:t>
      </w:r>
      <w:r w:rsidRPr="00FA7629">
        <w:t xml:space="preserve">oboru </w:t>
      </w:r>
      <w:r w:rsidRPr="00C34C82">
        <w:rPr>
          <w:b/>
          <w:bCs/>
        </w:rPr>
        <w:t>dopravní stavby</w:t>
      </w:r>
      <w:r w:rsidRPr="00FA7629">
        <w:t>;</w:t>
      </w:r>
    </w:p>
    <w:p w14:paraId="27492158" w14:textId="77777777" w:rsidR="0035531B" w:rsidRPr="00FA7629" w:rsidRDefault="0035531B" w:rsidP="00930B79">
      <w:pPr>
        <w:pStyle w:val="Odstavec1-1a"/>
        <w:rPr>
          <w:rStyle w:val="Tun9b"/>
        </w:rPr>
      </w:pPr>
      <w:r w:rsidRPr="00FA7629">
        <w:rPr>
          <w:rStyle w:val="Tun9b"/>
        </w:rPr>
        <w:t xml:space="preserve">specialista (vedoucí prací) na železniční svršek </w:t>
      </w:r>
    </w:p>
    <w:p w14:paraId="43F039B1" w14:textId="77777777" w:rsidR="0035531B" w:rsidRPr="00FA7629" w:rsidRDefault="0035531B" w:rsidP="00930B79">
      <w:pPr>
        <w:pStyle w:val="Odrka1-2-"/>
      </w:pPr>
      <w:r w:rsidRPr="00FA7629">
        <w:t>nejméně 5 let praxe</w:t>
      </w:r>
      <w:r w:rsidR="00092CC9" w:rsidRPr="00FA7629">
        <w:t xml:space="preserve"> v </w:t>
      </w:r>
      <w:r w:rsidRPr="00FA7629">
        <w:t xml:space="preserve">oboru své specializace </w:t>
      </w:r>
      <w:r w:rsidR="0084414D" w:rsidRPr="00FA7629">
        <w:t xml:space="preserve">(železniční svršek) </w:t>
      </w:r>
      <w:r w:rsidRPr="00FA7629">
        <w:t>při provádění staveb;</w:t>
      </w:r>
    </w:p>
    <w:p w14:paraId="5649737C" w14:textId="1890FEE2" w:rsidR="0035531B" w:rsidRPr="00FA7629" w:rsidRDefault="00B00EC3" w:rsidP="00AD1771">
      <w:pPr>
        <w:pStyle w:val="Odrka1-2-"/>
      </w:pPr>
      <w:r w:rsidRPr="00383293">
        <w:t xml:space="preserve">musí předložit doklad o autorizaci v rozsahu dle § 5 odst. 3 písm. </w:t>
      </w:r>
      <w:r w:rsidRPr="00383293">
        <w:rPr>
          <w:b/>
        </w:rPr>
        <w:t>b)</w:t>
      </w:r>
      <w:r w:rsidRPr="00383293">
        <w:t xml:space="preserve"> </w:t>
      </w:r>
      <w:r w:rsidRPr="00FA7629">
        <w:t xml:space="preserve">autorizačního zákona, tedy v oboru </w:t>
      </w:r>
      <w:r w:rsidRPr="00FA7629">
        <w:rPr>
          <w:b/>
        </w:rPr>
        <w:t>dopravní stavby</w:t>
      </w:r>
      <w:r w:rsidR="0035531B" w:rsidRPr="00FA7629">
        <w:t>;</w:t>
      </w:r>
    </w:p>
    <w:p w14:paraId="5AE02CF8" w14:textId="77777777" w:rsidR="0035531B" w:rsidRPr="00FA7629" w:rsidRDefault="0035531B" w:rsidP="008B2021">
      <w:pPr>
        <w:pStyle w:val="Odstavec1-1a"/>
        <w:rPr>
          <w:rStyle w:val="Tun9b"/>
        </w:rPr>
      </w:pPr>
      <w:r w:rsidRPr="00FA7629">
        <w:rPr>
          <w:rStyle w:val="Tun9b"/>
        </w:rPr>
        <w:t>specialista (vedoucí prací) na železniční spodek</w:t>
      </w:r>
    </w:p>
    <w:p w14:paraId="18493A1E" w14:textId="77777777" w:rsidR="0035531B" w:rsidRPr="00FA7629" w:rsidRDefault="0035531B" w:rsidP="008B2021">
      <w:pPr>
        <w:pStyle w:val="Odrka1-2-"/>
      </w:pPr>
      <w:r w:rsidRPr="00FA7629">
        <w:t>nejméně 5 let praxe</w:t>
      </w:r>
      <w:r w:rsidR="00092CC9" w:rsidRPr="00FA7629">
        <w:t xml:space="preserve"> v </w:t>
      </w:r>
      <w:r w:rsidRPr="00FA7629">
        <w:t xml:space="preserve">oboru své specializace </w:t>
      </w:r>
      <w:r w:rsidR="0084414D" w:rsidRPr="00FA7629">
        <w:t xml:space="preserve">(železniční spodek) </w:t>
      </w:r>
      <w:r w:rsidRPr="00FA7629">
        <w:t>při provádění staveb;</w:t>
      </w:r>
    </w:p>
    <w:p w14:paraId="682A851C" w14:textId="7EE07364" w:rsidR="0035531B" w:rsidRPr="00FA7629" w:rsidRDefault="00B00EC3" w:rsidP="008B2021">
      <w:pPr>
        <w:pStyle w:val="Odrka1-2-"/>
      </w:pPr>
      <w:r w:rsidRPr="00FA7629">
        <w:t xml:space="preserve">musí předložit doklad o autorizaci v rozsahu dle § 5 odst. 3 písm. </w:t>
      </w:r>
      <w:r w:rsidRPr="00FA7629">
        <w:rPr>
          <w:b/>
        </w:rPr>
        <w:t>b)</w:t>
      </w:r>
      <w:r w:rsidRPr="00FA7629">
        <w:t xml:space="preserve"> autorizačního zákona, tedy v oboru </w:t>
      </w:r>
      <w:r w:rsidRPr="00FA7629">
        <w:rPr>
          <w:b/>
        </w:rPr>
        <w:t>dopravní stavby</w:t>
      </w:r>
      <w:r w:rsidR="0035531B" w:rsidRPr="00FA7629">
        <w:t>;</w:t>
      </w:r>
    </w:p>
    <w:p w14:paraId="0C427DBF" w14:textId="310A9B3E" w:rsidR="0035531B" w:rsidRPr="00FA7629" w:rsidRDefault="0035531B" w:rsidP="008B2021">
      <w:pPr>
        <w:pStyle w:val="Odstavec1-1a"/>
        <w:rPr>
          <w:rStyle w:val="Tun9b"/>
        </w:rPr>
      </w:pPr>
      <w:r w:rsidRPr="00FA7629">
        <w:rPr>
          <w:rStyle w:val="Tun9b"/>
        </w:rPr>
        <w:t>specialista (vedoucí prací) na zabezpečovací zařízení</w:t>
      </w:r>
    </w:p>
    <w:p w14:paraId="13950D93" w14:textId="3D0B6F6D" w:rsidR="0035531B" w:rsidRPr="00FA7629" w:rsidRDefault="0035531B" w:rsidP="008B2021">
      <w:pPr>
        <w:pStyle w:val="Odrka1-2-"/>
      </w:pPr>
      <w:r w:rsidRPr="00FA7629">
        <w:t>nejméně 5 let praxe</w:t>
      </w:r>
      <w:r w:rsidR="00092CC9" w:rsidRPr="00FA7629">
        <w:t xml:space="preserve"> v </w:t>
      </w:r>
      <w:r w:rsidRPr="00FA7629">
        <w:t xml:space="preserve">oboru své specializace </w:t>
      </w:r>
      <w:r w:rsidR="0084414D" w:rsidRPr="00FA7629">
        <w:t xml:space="preserve">(zabezpečovací zařízení) </w:t>
      </w:r>
      <w:r w:rsidRPr="00FA7629">
        <w:t>při provádění staveb;</w:t>
      </w:r>
    </w:p>
    <w:p w14:paraId="477FF6BE" w14:textId="6EFEED23" w:rsidR="0035531B" w:rsidRPr="00FA7629" w:rsidRDefault="0035531B" w:rsidP="008B2021">
      <w:pPr>
        <w:pStyle w:val="Odrka1-2-"/>
      </w:pPr>
      <w:r w:rsidRPr="00FA7629">
        <w:t>musí předložit doklad</w:t>
      </w:r>
      <w:r w:rsidR="00092CC9" w:rsidRPr="00FA7629">
        <w:t xml:space="preserve"> o </w:t>
      </w:r>
      <w:r w:rsidRPr="00FA7629">
        <w:t>autorizaci</w:t>
      </w:r>
      <w:r w:rsidR="00092CC9" w:rsidRPr="00FA7629">
        <w:t xml:space="preserve"> v </w:t>
      </w:r>
      <w:r w:rsidRPr="00FA7629">
        <w:t xml:space="preserve">rozsahu dle § 5 odst. 3 písm. </w:t>
      </w:r>
      <w:r w:rsidRPr="00C34C82">
        <w:rPr>
          <w:b/>
          <w:bCs/>
        </w:rPr>
        <w:t>e)</w:t>
      </w:r>
      <w:r w:rsidRPr="00FA7629">
        <w:t xml:space="preserve"> autorizačního zákona, tedy</w:t>
      </w:r>
      <w:r w:rsidR="00092CC9" w:rsidRPr="00FA7629">
        <w:t xml:space="preserve"> v </w:t>
      </w:r>
      <w:r w:rsidRPr="00FA7629">
        <w:t xml:space="preserve">oboru </w:t>
      </w:r>
      <w:r w:rsidRPr="00C34C82">
        <w:rPr>
          <w:b/>
          <w:bCs/>
        </w:rPr>
        <w:t>technologická zařízení staveb</w:t>
      </w:r>
      <w:r w:rsidRPr="00FA7629">
        <w:t>;</w:t>
      </w:r>
    </w:p>
    <w:p w14:paraId="6DAE9DCE" w14:textId="77777777" w:rsidR="0035531B" w:rsidRPr="00FA7629" w:rsidRDefault="0035531B" w:rsidP="008B2021">
      <w:pPr>
        <w:pStyle w:val="Odstavec1-1a"/>
        <w:rPr>
          <w:rStyle w:val="Tun9b"/>
        </w:rPr>
      </w:pPr>
      <w:r w:rsidRPr="00FA7629">
        <w:rPr>
          <w:rStyle w:val="Tun9b"/>
        </w:rPr>
        <w:t xml:space="preserve">specialista (vedoucí prací) na trakční vedení </w:t>
      </w:r>
    </w:p>
    <w:p w14:paraId="2842D792" w14:textId="77777777" w:rsidR="0035531B" w:rsidRPr="00FA7629" w:rsidRDefault="0035531B" w:rsidP="008B2021">
      <w:pPr>
        <w:pStyle w:val="Odrka1-2-"/>
      </w:pPr>
      <w:r w:rsidRPr="00FA7629">
        <w:t>nejméně 5 let praxe</w:t>
      </w:r>
      <w:r w:rsidR="00092CC9" w:rsidRPr="00FA7629">
        <w:t xml:space="preserve"> v </w:t>
      </w:r>
      <w:r w:rsidRPr="00FA7629">
        <w:t xml:space="preserve">oboru své specializace </w:t>
      </w:r>
      <w:r w:rsidR="0084414D" w:rsidRPr="00FA7629">
        <w:t xml:space="preserve">(trakční vedení) </w:t>
      </w:r>
      <w:r w:rsidRPr="00FA7629">
        <w:t>při provádění staveb;</w:t>
      </w:r>
    </w:p>
    <w:p w14:paraId="35DA5609" w14:textId="612D7E35" w:rsidR="0035531B" w:rsidRPr="00FA7629" w:rsidRDefault="0035531B" w:rsidP="008B2021">
      <w:pPr>
        <w:pStyle w:val="Odrka1-2-"/>
      </w:pPr>
      <w:r w:rsidRPr="00FA7629">
        <w:t>musí předložit doklad</w:t>
      </w:r>
      <w:r w:rsidR="00092CC9" w:rsidRPr="00FA7629">
        <w:t xml:space="preserve"> o </w:t>
      </w:r>
      <w:r w:rsidRPr="00FA7629">
        <w:t>autorizaci</w:t>
      </w:r>
      <w:r w:rsidR="00092CC9" w:rsidRPr="00FA7629">
        <w:t xml:space="preserve"> v </w:t>
      </w:r>
      <w:r w:rsidRPr="00FA7629">
        <w:t xml:space="preserve">rozsahu dle § 5 odst. 3 písm. </w:t>
      </w:r>
      <w:r w:rsidRPr="00C34C82">
        <w:rPr>
          <w:b/>
          <w:bCs/>
        </w:rPr>
        <w:t>e)</w:t>
      </w:r>
      <w:r w:rsidRPr="00FA7629">
        <w:t xml:space="preserve"> autorizačního zákona, tedy</w:t>
      </w:r>
      <w:r w:rsidR="00092CC9" w:rsidRPr="00FA7629">
        <w:t xml:space="preserve"> v </w:t>
      </w:r>
      <w:r w:rsidRPr="00FA7629">
        <w:t xml:space="preserve">oboru </w:t>
      </w:r>
      <w:r w:rsidRPr="00C34C82">
        <w:rPr>
          <w:b/>
          <w:bCs/>
        </w:rPr>
        <w:t>technologická zařízení staveb</w:t>
      </w:r>
      <w:r w:rsidRPr="00FA7629">
        <w:t>;</w:t>
      </w:r>
    </w:p>
    <w:p w14:paraId="68AF3B34" w14:textId="77777777" w:rsidR="0035531B" w:rsidRPr="00FA7629" w:rsidRDefault="0035531B" w:rsidP="008B2021">
      <w:pPr>
        <w:pStyle w:val="Odstavec1-1a"/>
        <w:rPr>
          <w:rStyle w:val="Tun9b"/>
        </w:rPr>
      </w:pPr>
      <w:r w:rsidRPr="00FA7629">
        <w:rPr>
          <w:rStyle w:val="Tun9b"/>
        </w:rPr>
        <w:t>osoba odpovědná za kontrolu kvality</w:t>
      </w:r>
    </w:p>
    <w:p w14:paraId="1B468F04" w14:textId="77777777" w:rsidR="0035531B" w:rsidRPr="00FA7629" w:rsidRDefault="0035531B" w:rsidP="0035531B">
      <w:pPr>
        <w:pStyle w:val="Odrka1-2-"/>
      </w:pPr>
      <w:r w:rsidRPr="00FA7629">
        <w:t>nejméně 5 let praxe</w:t>
      </w:r>
      <w:r w:rsidR="00092CC9" w:rsidRPr="00FA7629">
        <w:t xml:space="preserve"> v </w:t>
      </w:r>
      <w:r w:rsidRPr="00FA7629">
        <w:t>oboru kontroly kvality, se znalostí ověřování kvality stavebních materiálů;</w:t>
      </w:r>
    </w:p>
    <w:p w14:paraId="7CE95175" w14:textId="77777777" w:rsidR="0035531B" w:rsidRPr="00FA7629" w:rsidRDefault="0035531B" w:rsidP="008B2021">
      <w:pPr>
        <w:pStyle w:val="Odstavec1-1a"/>
        <w:rPr>
          <w:rStyle w:val="Tun9b"/>
        </w:rPr>
      </w:pPr>
      <w:r w:rsidRPr="00FA7629">
        <w:rPr>
          <w:rStyle w:val="Tun9b"/>
        </w:rPr>
        <w:t>osoba odpovědná za bezpečnost</w:t>
      </w:r>
      <w:r w:rsidR="00845C50" w:rsidRPr="00FA7629">
        <w:rPr>
          <w:rStyle w:val="Tun9b"/>
        </w:rPr>
        <w:t xml:space="preserve"> a </w:t>
      </w:r>
      <w:r w:rsidRPr="00FA7629">
        <w:rPr>
          <w:rStyle w:val="Tun9b"/>
        </w:rPr>
        <w:t>ochranu zdraví při práci</w:t>
      </w:r>
    </w:p>
    <w:p w14:paraId="42193F28" w14:textId="77777777" w:rsidR="0035531B" w:rsidRPr="00FA7629" w:rsidRDefault="0035531B" w:rsidP="008B2021">
      <w:pPr>
        <w:pStyle w:val="Odrka1-2-"/>
      </w:pPr>
      <w:r w:rsidRPr="00FA7629">
        <w:t>nejméně 5 let praxe</w:t>
      </w:r>
      <w:r w:rsidR="00092CC9" w:rsidRPr="00FA7629">
        <w:t xml:space="preserve"> v </w:t>
      </w:r>
      <w:r w:rsidRPr="00FA7629">
        <w:t>oboru bezpečnosti</w:t>
      </w:r>
      <w:r w:rsidR="00845C50" w:rsidRPr="00FA7629">
        <w:t xml:space="preserve"> a </w:t>
      </w:r>
      <w:r w:rsidRPr="00FA7629">
        <w:t>ochrany zdraví při práci;</w:t>
      </w:r>
    </w:p>
    <w:p w14:paraId="5D98BAB2" w14:textId="77777777" w:rsidR="0035531B" w:rsidRPr="00FA7629" w:rsidRDefault="0035531B" w:rsidP="008B2021">
      <w:pPr>
        <w:pStyle w:val="Odstavec1-1a"/>
        <w:rPr>
          <w:rStyle w:val="Tun9b"/>
        </w:rPr>
      </w:pPr>
      <w:r w:rsidRPr="00FA7629">
        <w:rPr>
          <w:rStyle w:val="Tun9b"/>
        </w:rPr>
        <w:t>osoba odpovědná za ochranu životního prostředí</w:t>
      </w:r>
    </w:p>
    <w:p w14:paraId="5B7C1472" w14:textId="77777777" w:rsidR="0035531B" w:rsidRPr="00FA7629" w:rsidRDefault="0035531B" w:rsidP="008B2021">
      <w:pPr>
        <w:pStyle w:val="Odrka1-2-"/>
      </w:pPr>
      <w:r w:rsidRPr="00FA7629">
        <w:t>nejméně 5 let praxe</w:t>
      </w:r>
      <w:r w:rsidR="00092CC9" w:rsidRPr="00FA7629">
        <w:t xml:space="preserve"> v </w:t>
      </w:r>
      <w:r w:rsidRPr="00FA7629">
        <w:t>oboru ochrany životního prostředí;</w:t>
      </w:r>
    </w:p>
    <w:p w14:paraId="42294AA2" w14:textId="77777777" w:rsidR="0035531B" w:rsidRPr="00FA7629" w:rsidRDefault="0035531B" w:rsidP="008B2021">
      <w:pPr>
        <w:pStyle w:val="Odstavec1-1a"/>
        <w:rPr>
          <w:rStyle w:val="Tun9b"/>
        </w:rPr>
      </w:pPr>
      <w:r w:rsidRPr="00FA7629">
        <w:rPr>
          <w:rStyle w:val="Tun9b"/>
        </w:rPr>
        <w:t>osoba odpovědná za odpadové hospodářství</w:t>
      </w:r>
    </w:p>
    <w:p w14:paraId="1B54D5CC" w14:textId="77777777" w:rsidR="0035531B" w:rsidRPr="00FA7629" w:rsidRDefault="0035531B" w:rsidP="008B2021">
      <w:pPr>
        <w:pStyle w:val="Odrka1-2-"/>
      </w:pPr>
      <w:r w:rsidRPr="00FA7629">
        <w:t>nejméně 5 let praxe</w:t>
      </w:r>
      <w:r w:rsidR="00092CC9" w:rsidRPr="00FA7629">
        <w:t xml:space="preserve"> v </w:t>
      </w:r>
      <w:r w:rsidRPr="00FA7629">
        <w:t>oboru odpadového hospodářství;</w:t>
      </w:r>
    </w:p>
    <w:p w14:paraId="7070F4B6" w14:textId="341D50F8" w:rsidR="00EE2244" w:rsidRDefault="00EE2244" w:rsidP="000B2457">
      <w:pPr>
        <w:pStyle w:val="Odrka1-2-"/>
        <w:numPr>
          <w:ilvl w:val="0"/>
          <w:numId w:val="0"/>
        </w:numPr>
        <w:ind w:left="1531"/>
        <w:rPr>
          <w:highlight w:val="green"/>
        </w:rPr>
      </w:pPr>
    </w:p>
    <w:p w14:paraId="3868D710" w14:textId="59DA071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0CE7B99B"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A62C866"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263258">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263258">
        <w:rPr>
          <w:rStyle w:val="Tun9b"/>
        </w:rPr>
        <w:t>4</w:t>
      </w:r>
      <w:r w:rsidRPr="008B2021">
        <w:rPr>
          <w:rStyle w:val="Tun9b"/>
        </w:rPr>
        <w:t xml:space="preserve"> měsíc</w:t>
      </w:r>
      <w:r w:rsidR="00263258">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 xml:space="preserve">dodavateli, která je současně zaměstnancem zadavatele. </w:t>
      </w:r>
      <w:r>
        <w:lastRenderedPageBreak/>
        <w:t>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5369048" w14:textId="77777777" w:rsidR="00D26AA7" w:rsidRPr="00993914" w:rsidRDefault="00D26AA7" w:rsidP="00D26AA7">
      <w:pPr>
        <w:pStyle w:val="Nadpis1-1"/>
        <w:numPr>
          <w:ilvl w:val="0"/>
          <w:numId w:val="0"/>
        </w:numPr>
        <w:ind w:left="737"/>
        <w:rPr>
          <w:rStyle w:val="Tun9b"/>
          <w:b/>
          <w:bCs/>
        </w:rPr>
      </w:pPr>
      <w:bookmarkStart w:id="12" w:name="_Toc187145563"/>
      <w:r w:rsidRPr="00993914">
        <w:rPr>
          <w:rStyle w:val="Tun9b"/>
          <w:bCs/>
        </w:rPr>
        <w:t>NEOBSAZENO</w:t>
      </w:r>
      <w:bookmarkEnd w:id="12"/>
    </w:p>
    <w:p w14:paraId="2E5C546B" w14:textId="3D45D2F4" w:rsidR="0035531B" w:rsidRPr="00993914" w:rsidRDefault="0035531B" w:rsidP="0035531B">
      <w:pPr>
        <w:pStyle w:val="Text1-1"/>
        <w:rPr>
          <w:rStyle w:val="Tun9b"/>
        </w:rPr>
      </w:pPr>
      <w:r w:rsidRPr="00993914">
        <w:rPr>
          <w:rStyle w:val="Tun9b"/>
        </w:rPr>
        <w:t>Další technická kvalifikace</w:t>
      </w:r>
    </w:p>
    <w:p w14:paraId="3DA9D99B" w14:textId="3DA73061" w:rsidR="00993914" w:rsidRPr="00993914" w:rsidRDefault="00993914" w:rsidP="00993914">
      <w:pPr>
        <w:pStyle w:val="Text1-1"/>
        <w:numPr>
          <w:ilvl w:val="0"/>
          <w:numId w:val="0"/>
        </w:numPr>
        <w:ind w:left="737"/>
        <w:rPr>
          <w:rStyle w:val="Tun9b"/>
          <w:b w:val="0"/>
          <w:bCs/>
        </w:rPr>
      </w:pPr>
      <w:r w:rsidRPr="00993914">
        <w:rPr>
          <w:rStyle w:val="Tun9b"/>
          <w:b w:val="0"/>
          <w:b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w:t>
      </w:r>
      <w:r>
        <w:lastRenderedPageBreak/>
        <w:t>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lastRenderedPageBreak/>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37931FFD" w:rsidR="00D400E0" w:rsidRDefault="00B7487F"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D00F37">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D00F37">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lastRenderedPageBreak/>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87145564"/>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600BD66"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w:t>
      </w:r>
      <w:r w:rsidRPr="0046610D">
        <w:t xml:space="preserve">č. </w:t>
      </w:r>
      <w:r w:rsidR="002A3FFD" w:rsidRPr="0046610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922F65" w:rsidRDefault="0035531B" w:rsidP="0035531B">
      <w:pPr>
        <w:pStyle w:val="Text1-1"/>
        <w:rPr>
          <w:rStyle w:val="Tun9b"/>
        </w:rPr>
      </w:pPr>
      <w:r w:rsidRPr="00922F65">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87145565"/>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87145566"/>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87145567"/>
      <w:r>
        <w:lastRenderedPageBreak/>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BF760F0" w:rsidR="00272A15" w:rsidRPr="00E60C9A"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vyhl</w:t>
      </w:r>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E60C9A">
        <w:t>XDC (popis datového předpisu viz</w:t>
      </w:r>
      <w:r w:rsidR="003E459C" w:rsidRPr="00E60C9A">
        <w:rPr>
          <w:rStyle w:val="Hypertextovodkaz"/>
          <w:noProof w:val="0"/>
        </w:rPr>
        <w:t xml:space="preserve"> </w:t>
      </w:r>
      <w:hyperlink r:id="rId24" w:history="1">
        <w:r w:rsidR="00960EC0" w:rsidRPr="00E60C9A">
          <w:rPr>
            <w:rStyle w:val="Hypertextovodkaz"/>
            <w:noProof w:val="0"/>
          </w:rPr>
          <w:t>https://xdc.spravazeleznic.cz</w:t>
        </w:r>
      </w:hyperlink>
      <w:r w:rsidR="00B4599F" w:rsidRPr="00E60C9A">
        <w:rPr>
          <w:rStyle w:val="Hypertextovodkaz"/>
          <w:noProof w:val="0"/>
        </w:rPr>
        <w:t>)</w:t>
      </w:r>
      <w:r w:rsidRPr="00E60C9A">
        <w:t xml:space="preserve">. </w:t>
      </w:r>
      <w:r w:rsidRPr="00E60C9A">
        <w:rPr>
          <w:b/>
        </w:rPr>
        <w:t xml:space="preserve">Oceněný Soupis prací bude dodavatelem v nabídce předložen </w:t>
      </w:r>
      <w:r w:rsidR="00E11ACD" w:rsidRPr="00E60C9A">
        <w:rPr>
          <w:b/>
        </w:rPr>
        <w:t xml:space="preserve">pouze </w:t>
      </w:r>
      <w:r w:rsidRPr="00E60C9A">
        <w:rPr>
          <w:b/>
        </w:rPr>
        <w:t>ve formátu XML</w:t>
      </w:r>
      <w:r w:rsidR="00687D83" w:rsidRPr="00E60C9A">
        <w:rPr>
          <w:b/>
        </w:rPr>
        <w:t xml:space="preserve"> (datový předpis </w:t>
      </w:r>
      <w:r w:rsidR="0015452E" w:rsidRPr="00E60C9A">
        <w:rPr>
          <w:b/>
        </w:rPr>
        <w:t>X</w:t>
      </w:r>
      <w:r w:rsidR="001A0C14" w:rsidRPr="00E60C9A">
        <w:rPr>
          <w:b/>
        </w:rPr>
        <w:t>D</w:t>
      </w:r>
      <w:r w:rsidR="0015452E" w:rsidRPr="00E60C9A">
        <w:rPr>
          <w:b/>
        </w:rPr>
        <w:t>C</w:t>
      </w:r>
      <w:r w:rsidR="00687D83" w:rsidRPr="00E60C9A">
        <w:rPr>
          <w:b/>
        </w:rPr>
        <w:t>)</w:t>
      </w:r>
      <w:r w:rsidRPr="00E60C9A">
        <w:rPr>
          <w:b/>
        </w:rPr>
        <w:t>.</w:t>
      </w:r>
      <w:r w:rsidRPr="00E60C9A">
        <w:t xml:space="preserve"> V případě změn a doplnění zadávací dokumentace budou případné změny či úpravy Soupisu prací zadavatelem prováděny ve formátu XML</w:t>
      </w:r>
      <w:r w:rsidR="00687D83" w:rsidRPr="00E60C9A">
        <w:t xml:space="preserve"> </w:t>
      </w:r>
      <w:r w:rsidR="00687D83" w:rsidRPr="00E60C9A">
        <w:rPr>
          <w:rFonts w:ascii="Verdana" w:hAnsi="Verdana"/>
          <w:sz w:val="20"/>
          <w:szCs w:val="20"/>
        </w:rPr>
        <w:t xml:space="preserve">a </w:t>
      </w:r>
      <w:r w:rsidR="00552763" w:rsidRPr="00E60C9A">
        <w:rPr>
          <w:rFonts w:ascii="Verdana" w:hAnsi="Verdana"/>
        </w:rPr>
        <w:t>XLSX</w:t>
      </w:r>
      <w:r w:rsidRPr="00E60C9A">
        <w:t xml:space="preserve">.  Soupis prací ve formátu XML </w:t>
      </w:r>
      <w:r w:rsidR="00687D83" w:rsidRPr="00E60C9A">
        <w:t xml:space="preserve">(datový předpis </w:t>
      </w:r>
      <w:r w:rsidR="0015452E" w:rsidRPr="00E60C9A">
        <w:t>X</w:t>
      </w:r>
      <w:r w:rsidR="001A0C14" w:rsidRPr="00E60C9A">
        <w:t>D</w:t>
      </w:r>
      <w:r w:rsidR="0015452E" w:rsidRPr="00E60C9A">
        <w:t>C</w:t>
      </w:r>
      <w:r w:rsidR="00687D83" w:rsidRPr="00E60C9A">
        <w:t xml:space="preserve">) </w:t>
      </w:r>
      <w:r w:rsidRPr="00E60C9A">
        <w:t xml:space="preserve">může dodavatel také vyplnit v modulu pro ocenění nabídkové ceny na zabezpečeném serveru </w:t>
      </w:r>
      <w:hyperlink r:id="rId25" w:history="1">
        <w:r w:rsidR="00960EC0" w:rsidRPr="00E60C9A">
          <w:rPr>
            <w:rStyle w:val="Hypertextovodkaz"/>
            <w:noProof w:val="0"/>
          </w:rPr>
          <w:t>https://xdc.spravazeleznic.cz</w:t>
        </w:r>
      </w:hyperlink>
      <w:r w:rsidR="001A0C14" w:rsidRPr="00E60C9A">
        <w:rPr>
          <w:rStyle w:val="Hypertextovodkaz"/>
          <w:noProof w:val="0"/>
        </w:rPr>
        <w:t>/</w:t>
      </w:r>
      <w:r w:rsidRPr="00E60C9A">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30E6F65" w:rsidR="0035531B" w:rsidRPr="00FA7629"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Pr="00FA7629">
        <w:t>, přehled technických zařízení</w:t>
      </w:r>
      <w:r w:rsidR="0016248C" w:rsidRPr="00FA7629">
        <w:t xml:space="preserve"> (strojů)</w:t>
      </w:r>
      <w:r w:rsidRPr="00FA7629">
        <w:t>, které bude mít dodavatel při plnění veřejné zakázky</w:t>
      </w:r>
      <w:r w:rsidR="00BC6D2B" w:rsidRPr="00FA7629">
        <w:t xml:space="preserve"> k </w:t>
      </w:r>
      <w:r w:rsidRPr="00FA7629">
        <w:t>dispozici ve formě formuláře obsaženého</w:t>
      </w:r>
      <w:r w:rsidR="00092CC9" w:rsidRPr="00FA7629">
        <w:t xml:space="preserve"> v </w:t>
      </w:r>
      <w:r w:rsidRPr="00FA7629">
        <w:t xml:space="preserve">Příloze č. </w:t>
      </w:r>
      <w:r w:rsidR="00602BF1" w:rsidRPr="00FA7629">
        <w:t>12</w:t>
      </w:r>
      <w:r w:rsidRPr="00FA7629">
        <w:t xml:space="preserve"> těchto Pokynů včetně příloh</w:t>
      </w:r>
      <w:r w:rsidR="00993914" w:rsidRPr="00FA7629">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w:t>
      </w:r>
      <w:r w:rsidRPr="008E1138">
        <w:rPr>
          <w:rStyle w:val="Tun9b"/>
          <w:b w:val="0"/>
        </w:rPr>
        <w:lastRenderedPageBreak/>
        <w:t xml:space="preserve">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87145568"/>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933575C"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9" w:name="_Toc187145569"/>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87145570"/>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87145571"/>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87145572"/>
      <w:r>
        <w:lastRenderedPageBreak/>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87145573"/>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2072E454"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E60C9A">
        <w:t>.</w:t>
      </w:r>
    </w:p>
    <w:p w14:paraId="56C94A88" w14:textId="77777777" w:rsidR="0035531B" w:rsidRDefault="0035531B" w:rsidP="007038DC">
      <w:pPr>
        <w:pStyle w:val="Nadpis1-1"/>
      </w:pPr>
      <w:bookmarkStart w:id="24" w:name="_Toc187145574"/>
      <w:r>
        <w:t>UZAVŘENÍ SMLOUVY</w:t>
      </w:r>
      <w:bookmarkEnd w:id="24"/>
    </w:p>
    <w:p w14:paraId="033D23D8" w14:textId="77777777" w:rsidR="0035531B" w:rsidRPr="00E60C9A" w:rsidRDefault="0035531B" w:rsidP="0035531B">
      <w:pPr>
        <w:pStyle w:val="Text1-1"/>
      </w:pPr>
      <w:r w:rsidRPr="00E60C9A">
        <w:t>Uzavření smlouvy</w:t>
      </w:r>
      <w:r w:rsidR="00845C50" w:rsidRPr="00E60C9A">
        <w:t xml:space="preserve"> s </w:t>
      </w:r>
      <w:r w:rsidRPr="00E60C9A">
        <w:t>vybraným dodavatelem upravuje § 124 ZZVZ. Smlouva bude uzavřena písemně</w:t>
      </w:r>
      <w:r w:rsidR="00092CC9" w:rsidRPr="00E60C9A">
        <w:t xml:space="preserve"> v </w:t>
      </w:r>
      <w:r w:rsidRPr="00E60C9A">
        <w:t>souladu</w:t>
      </w:r>
      <w:r w:rsidR="00845C50" w:rsidRPr="00E60C9A">
        <w:t xml:space="preserve"> s </w:t>
      </w:r>
      <w:r w:rsidRPr="00E60C9A">
        <w:t>nabídkou vybraného dodavatele</w:t>
      </w:r>
      <w:r w:rsidR="00845C50" w:rsidRPr="00E60C9A">
        <w:t xml:space="preserve"> a</w:t>
      </w:r>
      <w:r w:rsidR="00092CC9" w:rsidRPr="00E60C9A">
        <w:t xml:space="preserve"> v </w:t>
      </w:r>
      <w:r w:rsidRPr="00E60C9A">
        <w:t>podobě uvedené</w:t>
      </w:r>
      <w:r w:rsidR="00092CC9" w:rsidRPr="00E60C9A">
        <w:t xml:space="preserve"> v </w:t>
      </w:r>
      <w:r w:rsidRPr="00E60C9A">
        <w:t>dílu 2 této zadávací dokumentace</w:t>
      </w:r>
      <w:r w:rsidR="00845C50" w:rsidRPr="00E60C9A">
        <w:t xml:space="preserve"> s </w:t>
      </w:r>
      <w:r w:rsidRPr="00E60C9A">
        <w:t>názvem Smlouva</w:t>
      </w:r>
      <w:r w:rsidR="00845C50" w:rsidRPr="00E60C9A">
        <w:t xml:space="preserve"> a </w:t>
      </w:r>
      <w:r w:rsidRPr="00E60C9A">
        <w:t xml:space="preserve">její součásti. </w:t>
      </w:r>
    </w:p>
    <w:p w14:paraId="749D6CB7" w14:textId="00DBB607" w:rsidR="0035531B" w:rsidRPr="00E60C9A" w:rsidRDefault="0035531B" w:rsidP="004F0E48">
      <w:pPr>
        <w:pStyle w:val="Text1-1"/>
      </w:pPr>
      <w:r w:rsidRPr="00E60C9A">
        <w:t>Zadavatel si</w:t>
      </w:r>
      <w:r w:rsidR="00092CC9" w:rsidRPr="00E60C9A">
        <w:t xml:space="preserve"> v </w:t>
      </w:r>
      <w:r w:rsidRPr="00E60C9A">
        <w:t>souladu</w:t>
      </w:r>
      <w:r w:rsidR="00845C50" w:rsidRPr="00E60C9A">
        <w:t xml:space="preserve"> s </w:t>
      </w:r>
      <w:r w:rsidRPr="00E60C9A">
        <w:t>§ 100 odst. 1 ZZVZ vyhrazuje změnu závazku ze smlouvy, která bude uzavřena</w:t>
      </w:r>
      <w:r w:rsidR="00845C50" w:rsidRPr="00E60C9A">
        <w:t xml:space="preserve"> s </w:t>
      </w:r>
      <w:r w:rsidRPr="00E60C9A">
        <w:t xml:space="preserve">vybraným dodavatelem. Podrobnosti jsou uvedeny ve smlouvě. Vyhrazenou změnou závazku je </w:t>
      </w:r>
      <w:r w:rsidR="00663146">
        <w:t>doměření množství položky ve Výkazu výměr podle článku 12</w:t>
      </w:r>
      <w:r w:rsidR="00E83A6F">
        <w:t xml:space="preserve"> Smluvních podmínek</w:t>
      </w:r>
      <w:r w:rsidR="00663146">
        <w:t xml:space="preserve">, jejíž množství nebylo předmětem Variace podle </w:t>
      </w:r>
      <w:r w:rsidR="004405DF">
        <w:t>č</w:t>
      </w:r>
      <w:r w:rsidR="00663146">
        <w:t>lánku 13</w:t>
      </w:r>
      <w:r w:rsidR="00D504C3">
        <w:t xml:space="preserve"> Smluvních podmínek</w:t>
      </w:r>
      <w:r w:rsidRPr="00E60C9A">
        <w:t>. Množství prací</w:t>
      </w:r>
      <w:r w:rsidR="00092CC9" w:rsidRPr="00E60C9A">
        <w:t xml:space="preserve"> v </w:t>
      </w:r>
      <w:r w:rsidRPr="00E60C9A">
        <w:t>takto vyhrazené změně se nezapočít</w:t>
      </w:r>
      <w:r w:rsidR="00EB5D4D" w:rsidRPr="00E60C9A">
        <w:t>ává do limitů pro změny podle § </w:t>
      </w:r>
      <w:r w:rsidRPr="00E60C9A">
        <w:t xml:space="preserve">222 ZZVZ. </w:t>
      </w:r>
      <w:r w:rsidR="000A7A9C" w:rsidRPr="00663146">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E60C9A">
        <w:t xml:space="preserve"> podle článku 13.8 Smluvních podmínek</w:t>
      </w:r>
      <w:r w:rsidR="000A7A9C" w:rsidRPr="00663146">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E60C9A">
        <w:t xml:space="preserve"> </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w:t>
      </w:r>
      <w:r>
        <w:lastRenderedPageBreak/>
        <w:t>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pozdějších předpisů. Kvalifikace je určena Přílohou č. 4 této vyhlášky, dle čl. 8c -</w:t>
      </w:r>
      <w:r w:rsidR="00092CC9">
        <w:t xml:space="preserve"> v </w:t>
      </w:r>
      <w:r>
        <w:t>rozsahu projektování UTZ/E;</w:t>
      </w:r>
    </w:p>
    <w:p w14:paraId="2566A413" w14:textId="5ACD8BB0" w:rsidR="0046610D" w:rsidRPr="00EA4233" w:rsidRDefault="0035531B" w:rsidP="0046610D">
      <w:pPr>
        <w:pStyle w:val="Odrka1-1"/>
        <w:rPr>
          <w:strike/>
        </w:rPr>
      </w:pPr>
      <w:bookmarkStart w:id="25" w:name="_Hlk186721896"/>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653CC8">
        <w:t>elektrických</w:t>
      </w:r>
      <w:r>
        <w:t xml:space="preserve"> UTZ železničních drah</w:t>
      </w:r>
      <w:r w:rsidR="00092CC9">
        <w:t xml:space="preserve"> v</w:t>
      </w:r>
      <w:r w:rsidR="0046610D">
        <w:t> </w:t>
      </w:r>
      <w:r>
        <w:t>rozsahu</w:t>
      </w:r>
      <w:r w:rsidR="0046610D">
        <w:t>:</w:t>
      </w:r>
    </w:p>
    <w:p w14:paraId="6DB12492" w14:textId="72CAFEF0" w:rsidR="007D5A8D" w:rsidRDefault="0046610D" w:rsidP="003231D8">
      <w:pPr>
        <w:pStyle w:val="Odrka1-1"/>
        <w:tabs>
          <w:tab w:val="clear" w:pos="1077"/>
          <w:tab w:val="num" w:pos="-4253"/>
        </w:tabs>
        <w:spacing w:after="0"/>
        <w:ind w:left="1418" w:hanging="284"/>
        <w:rPr>
          <w:rFonts w:ascii="Verdana" w:hAnsi="Verdana" w:cs="Arial"/>
        </w:rPr>
      </w:pPr>
      <w:r w:rsidRPr="00196DDC">
        <w:rPr>
          <w:rFonts w:ascii="Verdana" w:hAnsi="Verdana" w:cs="Arial"/>
        </w:rPr>
        <w:t>elektrické sítě drah a elektrické rozvody drah</w:t>
      </w:r>
      <w:r w:rsidR="004A0704">
        <w:rPr>
          <w:rFonts w:ascii="Verdana" w:hAnsi="Verdana" w:cs="Arial"/>
        </w:rPr>
        <w:t>,</w:t>
      </w:r>
    </w:p>
    <w:p w14:paraId="1CCACCC5" w14:textId="064C2241" w:rsidR="004A0704" w:rsidRPr="004A0704" w:rsidRDefault="004A0704" w:rsidP="004A0704">
      <w:pPr>
        <w:pStyle w:val="Odrka1-1"/>
        <w:tabs>
          <w:tab w:val="clear" w:pos="1077"/>
          <w:tab w:val="num" w:pos="-4253"/>
        </w:tabs>
        <w:spacing w:after="0"/>
        <w:ind w:left="1418" w:hanging="284"/>
        <w:rPr>
          <w:rFonts w:ascii="Verdana" w:hAnsi="Verdana" w:cs="Arial"/>
        </w:rPr>
      </w:pPr>
      <w:r w:rsidRPr="004A0704">
        <w:rPr>
          <w:rFonts w:ascii="Verdana" w:hAnsi="Verdana" w:cs="Arial"/>
        </w:rPr>
        <w:t>silnoproudá zařízení drážní zabezpečovací, sdělovací</w:t>
      </w:r>
      <w:r w:rsidR="00653CC8">
        <w:rPr>
          <w:rFonts w:ascii="Verdana" w:hAnsi="Verdana" w:cs="Arial"/>
        </w:rPr>
        <w:t xml:space="preserve"> a</w:t>
      </w:r>
      <w:r w:rsidRPr="004A0704">
        <w:rPr>
          <w:rFonts w:ascii="Verdana" w:hAnsi="Verdana" w:cs="Arial"/>
        </w:rPr>
        <w:t xml:space="preserve"> signalizační techniky</w:t>
      </w:r>
      <w:r>
        <w:rPr>
          <w:rFonts w:ascii="Verdana" w:hAnsi="Verdana" w:cs="Arial"/>
        </w:rPr>
        <w:t>.</w:t>
      </w:r>
    </w:p>
    <w:bookmarkEnd w:id="25"/>
    <w:p w14:paraId="1D8113C0" w14:textId="77777777" w:rsidR="003231D8" w:rsidRPr="003231D8" w:rsidRDefault="003231D8" w:rsidP="003231D8">
      <w:pPr>
        <w:pStyle w:val="Odrka1-1"/>
        <w:numPr>
          <w:ilvl w:val="0"/>
          <w:numId w:val="0"/>
        </w:numPr>
        <w:spacing w:after="0"/>
        <w:ind w:left="1418"/>
        <w:rPr>
          <w:rFonts w:ascii="Verdana" w:hAnsi="Verdana" w:cs="Arial"/>
        </w:rPr>
      </w:pP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 xml:space="preserve">zahraničí, který je akciovou společností nebo má </w:t>
      </w:r>
      <w:r>
        <w:lastRenderedPageBreak/>
        <w:t>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1C817728"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rsidRPr="00FA7629">
        <w:t>8.12</w:t>
      </w:r>
      <w:r w:rsidR="005A4A21">
        <w:t xml:space="preserve"> </w:t>
      </w:r>
      <w:r>
        <w:t>těchto Pokynů ve vztahu k této jiné osobě.</w:t>
      </w:r>
    </w:p>
    <w:p w14:paraId="1DCD4FA4" w14:textId="77777777" w:rsidR="0035531B" w:rsidRDefault="0035531B" w:rsidP="00B77C6D">
      <w:pPr>
        <w:pStyle w:val="Nadpis1-1"/>
      </w:pPr>
      <w:bookmarkStart w:id="26" w:name="_Toc187145575"/>
      <w:r>
        <w:t>OCHRANA INFORMACÍ</w:t>
      </w:r>
      <w:bookmarkEnd w:id="26"/>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87145576"/>
      <w:r>
        <w:t>ZADÁVACÍ LHŮTA</w:t>
      </w:r>
      <w:r w:rsidR="00845C50">
        <w:t xml:space="preserve"> </w:t>
      </w:r>
      <w:r w:rsidR="00092CC9">
        <w:t>A</w:t>
      </w:r>
      <w:r w:rsidR="00845C50">
        <w:t> </w:t>
      </w:r>
      <w:r>
        <w:t>JISTOTA ZA NABÍDKU</w:t>
      </w:r>
      <w:bookmarkEnd w:id="27"/>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19FC2F4C"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93914">
        <w:rPr>
          <w:b/>
        </w:rPr>
        <w:t>2 0</w:t>
      </w:r>
      <w:r w:rsidR="00532E8A">
        <w:rPr>
          <w:b/>
        </w:rPr>
        <w:t>00 000</w:t>
      </w:r>
      <w:r w:rsidRPr="0064514C">
        <w:rPr>
          <w:b/>
        </w:rPr>
        <w:t xml:space="preserve"> Kč</w:t>
      </w:r>
      <w:r>
        <w:t xml:space="preserve"> (slovy: </w:t>
      </w:r>
      <w:r w:rsidR="00993914">
        <w:t>dva</w:t>
      </w:r>
      <w:r w:rsidR="00532E8A">
        <w:t xml:space="preserve"> miliony</w:t>
      </w:r>
      <w:r w:rsidR="00993914">
        <w:t xml:space="preserve">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77569A92" w:rsidR="0035531B" w:rsidRDefault="0035531B" w:rsidP="0035531B">
      <w:pPr>
        <w:pStyle w:val="Text1-1"/>
      </w:pPr>
      <w:r>
        <w:lastRenderedPageBreak/>
        <w:t>Jistota ve formě složení peněžní částky na účet zadavatele musí být připsána na účet zadavatele ve lhůtě pro podání nabídek. Potřebné údaje pro složení peněžní jistoty na účet zadavatele jsou následující: č.ú.</w:t>
      </w:r>
      <w:r w:rsidR="00532E8A" w:rsidRPr="00532E8A">
        <w:t xml:space="preserve"> 30007-22307011/0710, Česká národní banka, se sídlem Na Příkopě 28, 115 03 Praha 1</w:t>
      </w:r>
      <w:r>
        <w:t xml:space="preserve">, variabilní symbol </w:t>
      </w:r>
      <w:r w:rsidR="00532E8A" w:rsidRPr="004507B9">
        <w:t>5423520114/5423520113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87145577"/>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130F87B2" w14:textId="5074CB60" w:rsidR="007D382D" w:rsidRDefault="007D382D" w:rsidP="007D382D">
      <w:pPr>
        <w:pStyle w:val="Odrka1-1"/>
      </w:pPr>
      <w:r w:rsidRPr="0060254E">
        <w:t>recyklaci kameniva vyzískávaného z kolejového lože</w:t>
      </w:r>
      <w:r w:rsidR="00AC5FC7">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87145578"/>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xml:space="preserve">, </w:t>
      </w:r>
      <w:r w:rsidR="003C4EAE">
        <w:lastRenderedPageBreak/>
        <w:t>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87145579"/>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66241595" w14:textId="61672F24" w:rsidR="00BB6E0B" w:rsidRDefault="00BB6E0B" w:rsidP="001932A3">
      <w:pPr>
        <w:pStyle w:val="Textbezslovn"/>
        <w:spacing w:after="0"/>
      </w:pPr>
      <w:r w:rsidRPr="00BB6E0B">
        <w:t xml:space="preserve">Ing. Ondřej Göpfert </w:t>
      </w:r>
    </w:p>
    <w:p w14:paraId="6446A457" w14:textId="63366271" w:rsidR="00BB6E0B" w:rsidRDefault="00BB6E0B" w:rsidP="001932A3">
      <w:pPr>
        <w:pStyle w:val="Textbezslovn"/>
        <w:spacing w:after="0"/>
      </w:pPr>
      <w:r w:rsidRPr="00BB6E0B">
        <w:t xml:space="preserve">ředitel odboru investičního </w:t>
      </w:r>
    </w:p>
    <w:p w14:paraId="2BBDFE2D" w14:textId="3484C35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83F382" w14:textId="77777777" w:rsidR="00DA2D8A" w:rsidRDefault="00DA2D8A" w:rsidP="00DA2D8A">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DA2D8A">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AD792A" w:rsidRPr="00863A25">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2BAAF0ED"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5E5F563"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7412512" w14:textId="77777777" w:rsidR="004507B9" w:rsidRDefault="006B5BF7" w:rsidP="004507B9">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p>
    <w:p w14:paraId="166CC6D0" w14:textId="3176A124" w:rsidR="006B5BF7" w:rsidRPr="004507B9" w:rsidRDefault="004507B9" w:rsidP="004507B9">
      <w:pPr>
        <w:spacing w:line="240" w:lineRule="auto"/>
        <w:jc w:val="both"/>
        <w:rPr>
          <w:b/>
        </w:rPr>
      </w:pPr>
      <w:r w:rsidRPr="004507B9">
        <w:rPr>
          <w:b/>
        </w:rPr>
        <w:t>Soubor staveb:</w:t>
      </w:r>
      <w:r>
        <w:rPr>
          <w:b/>
        </w:rPr>
        <w:t xml:space="preserve"> </w:t>
      </w:r>
      <w:r w:rsidRPr="004507B9">
        <w:rPr>
          <w:b/>
        </w:rPr>
        <w:t>1) „Rekonstrukce mosteckého zhlaví v žst Obrnice pro zajištění traťové třídy zatížení D4“</w:t>
      </w:r>
      <w:r>
        <w:rPr>
          <w:b/>
        </w:rPr>
        <w:t xml:space="preserve">; </w:t>
      </w:r>
      <w:r w:rsidRPr="004507B9">
        <w:rPr>
          <w:b/>
        </w:rPr>
        <w:t>2) „Rekonstrukce počeradského zhlaví v žst Obrnice pro zajištění traťové třídy zatížení D4“</w:t>
      </w:r>
      <w:r w:rsidR="006B5BF7" w:rsidRPr="00DF0EC8">
        <w:rPr>
          <w:rFonts w:eastAsia="Times New Roman" w:cs="Times New Roman"/>
          <w:lang w:eastAsia="cs-CZ"/>
        </w:rPr>
        <w:t>, (dále</w:t>
      </w:r>
      <w:r w:rsidR="006B5BF7">
        <w:rPr>
          <w:rFonts w:eastAsia="Times New Roman" w:cs="Times New Roman"/>
          <w:lang w:eastAsia="cs-CZ"/>
        </w:rPr>
        <w:t xml:space="preserve"> jen „</w:t>
      </w:r>
      <w:r w:rsidR="006B5BF7" w:rsidRPr="007F769F">
        <w:rPr>
          <w:rFonts w:eastAsia="Times New Roman" w:cs="Times New Roman"/>
          <w:b/>
          <w:i/>
          <w:lang w:eastAsia="cs-CZ"/>
        </w:rPr>
        <w:t>Veřejná zakázka</w:t>
      </w:r>
      <w:r w:rsidR="006B5BF7">
        <w:rPr>
          <w:rFonts w:eastAsia="Times New Roman" w:cs="Times New Roman"/>
          <w:lang w:eastAsia="cs-CZ"/>
        </w:rPr>
        <w:t xml:space="preserve">“ a </w:t>
      </w:r>
      <w:r w:rsidR="006B5BF7" w:rsidRPr="00E77D54">
        <w:rPr>
          <w:rFonts w:eastAsia="Times New Roman" w:cs="Times New Roman"/>
          <w:b/>
          <w:i/>
          <w:lang w:eastAsia="cs-CZ"/>
        </w:rPr>
        <w:t>„Zadávací řízení“</w:t>
      </w:r>
      <w:r w:rsidR="006B5BF7" w:rsidRPr="00E77D54">
        <w:rPr>
          <w:rFonts w:eastAsia="Times New Roman" w:cs="Times New Roman"/>
          <w:lang w:eastAsia="cs-CZ"/>
        </w:rPr>
        <w:t>)</w:t>
      </w:r>
      <w:r w:rsidR="006B5BF7">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534B0FF2"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21B0E" w14:textId="77777777" w:rsidR="00211F10" w:rsidRDefault="00211F10" w:rsidP="00962258">
      <w:pPr>
        <w:spacing w:after="0" w:line="240" w:lineRule="auto"/>
      </w:pPr>
      <w:r>
        <w:separator/>
      </w:r>
    </w:p>
  </w:endnote>
  <w:endnote w:type="continuationSeparator" w:id="0">
    <w:p w14:paraId="1A795F00" w14:textId="77777777" w:rsidR="00211F10" w:rsidRDefault="00211F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6093" w14:paraId="5CDE79BC" w14:textId="77777777" w:rsidTr="00EB46E5">
      <w:tc>
        <w:tcPr>
          <w:tcW w:w="1361" w:type="dxa"/>
          <w:tcMar>
            <w:left w:w="0" w:type="dxa"/>
            <w:right w:w="0" w:type="dxa"/>
          </w:tcMar>
          <w:vAlign w:val="bottom"/>
        </w:tcPr>
        <w:p w14:paraId="3DE5EB8F" w14:textId="475D130C" w:rsidR="00836093" w:rsidRPr="00B8518B" w:rsidRDefault="008360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48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488">
            <w:rPr>
              <w:rStyle w:val="slostrnky"/>
              <w:noProof/>
            </w:rPr>
            <w:t>66</w:t>
          </w:r>
          <w:r w:rsidRPr="00B8518B">
            <w:rPr>
              <w:rStyle w:val="slostrnky"/>
            </w:rPr>
            <w:fldChar w:fldCharType="end"/>
          </w:r>
        </w:p>
      </w:tc>
      <w:tc>
        <w:tcPr>
          <w:tcW w:w="284" w:type="dxa"/>
          <w:shd w:val="clear" w:color="auto" w:fill="auto"/>
          <w:tcMar>
            <w:left w:w="0" w:type="dxa"/>
            <w:right w:w="0" w:type="dxa"/>
          </w:tcMar>
        </w:tcPr>
        <w:p w14:paraId="388A8FC9" w14:textId="77777777" w:rsidR="00836093" w:rsidRDefault="00836093" w:rsidP="00B8518B">
          <w:pPr>
            <w:pStyle w:val="Zpat"/>
          </w:pPr>
        </w:p>
      </w:tc>
      <w:tc>
        <w:tcPr>
          <w:tcW w:w="425" w:type="dxa"/>
          <w:shd w:val="clear" w:color="auto" w:fill="auto"/>
          <w:tcMar>
            <w:left w:w="0" w:type="dxa"/>
            <w:right w:w="0" w:type="dxa"/>
          </w:tcMar>
        </w:tcPr>
        <w:p w14:paraId="36BAECC2" w14:textId="77777777" w:rsidR="00836093" w:rsidRDefault="00836093" w:rsidP="00B8518B">
          <w:pPr>
            <w:pStyle w:val="Zpat"/>
          </w:pPr>
        </w:p>
      </w:tc>
      <w:tc>
        <w:tcPr>
          <w:tcW w:w="8505" w:type="dxa"/>
        </w:tcPr>
        <w:p w14:paraId="02FB3D5F" w14:textId="77777777" w:rsidR="009776D9" w:rsidRDefault="009776D9" w:rsidP="009776D9">
          <w:pPr>
            <w:pStyle w:val="Zpat0"/>
          </w:pPr>
          <w:r>
            <w:t>Soubor staveb:</w:t>
          </w:r>
        </w:p>
        <w:p w14:paraId="7B6E1B76" w14:textId="77777777" w:rsidR="009776D9" w:rsidRDefault="009776D9" w:rsidP="009776D9">
          <w:pPr>
            <w:pStyle w:val="Zpat0"/>
          </w:pPr>
          <w:r>
            <w:t>1) „Rekonstrukce mosteckého zhlaví v žst Obrnice pro zajištění traťové třídy zatížení D4“</w:t>
          </w:r>
        </w:p>
        <w:p w14:paraId="4A206650" w14:textId="77777777" w:rsidR="009776D9" w:rsidRDefault="009776D9" w:rsidP="009776D9">
          <w:pPr>
            <w:pStyle w:val="Zpat0"/>
          </w:pPr>
          <w:r>
            <w:t>2) „Rekonstrukce počeradského zhlaví v žst Obrnice pro zajištění traťové třídy zatížení D4“</w:t>
          </w:r>
        </w:p>
        <w:p w14:paraId="3F2A1F4C" w14:textId="77777777" w:rsidR="00836093" w:rsidRDefault="0083609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836093" w:rsidRDefault="00836093" w:rsidP="0035531B">
          <w:pPr>
            <w:pStyle w:val="Zpat0"/>
          </w:pPr>
          <w:r>
            <w:t xml:space="preserve">Část 2 – </w:t>
          </w:r>
          <w:r w:rsidRPr="0035531B">
            <w:rPr>
              <w:caps/>
            </w:rPr>
            <w:t>Pokyny pro dodavatele</w:t>
          </w:r>
          <w:r>
            <w:t xml:space="preserve"> – Zhotovení stavby</w:t>
          </w:r>
        </w:p>
      </w:tc>
    </w:tr>
  </w:tbl>
  <w:p w14:paraId="5DF1028D" w14:textId="77777777" w:rsidR="00836093" w:rsidRPr="00B8518B" w:rsidRDefault="008360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836093" w:rsidRPr="00B8518B" w:rsidRDefault="00836093" w:rsidP="00460660">
    <w:pPr>
      <w:pStyle w:val="Zpat"/>
      <w:rPr>
        <w:sz w:val="2"/>
        <w:szCs w:val="2"/>
      </w:rPr>
    </w:pPr>
  </w:p>
  <w:p w14:paraId="580CEFC5" w14:textId="6F459D5C" w:rsidR="00836093" w:rsidRPr="00460660" w:rsidRDefault="008360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E6405" w14:textId="77777777" w:rsidR="00211F10" w:rsidRDefault="00211F10" w:rsidP="00962258">
      <w:pPr>
        <w:spacing w:after="0" w:line="240" w:lineRule="auto"/>
      </w:pPr>
      <w:r>
        <w:separator/>
      </w:r>
    </w:p>
  </w:footnote>
  <w:footnote w:type="continuationSeparator" w:id="0">
    <w:p w14:paraId="2BBE4660" w14:textId="77777777" w:rsidR="00211F10" w:rsidRDefault="00211F10" w:rsidP="00962258">
      <w:pPr>
        <w:spacing w:after="0" w:line="240" w:lineRule="auto"/>
      </w:pPr>
      <w:r>
        <w:continuationSeparator/>
      </w:r>
    </w:p>
  </w:footnote>
  <w:footnote w:id="1">
    <w:p w14:paraId="01FEDBCB" w14:textId="77777777" w:rsidR="00836093" w:rsidRDefault="00836093">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836093" w:rsidRDefault="00836093"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836093" w:rsidRDefault="00836093"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836093" w:rsidRDefault="00836093"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836093" w:rsidRPr="00EB54C9" w:rsidRDefault="00836093"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836093" w:rsidRDefault="0083609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836093" w:rsidRDefault="0083609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836093" w:rsidRDefault="00836093">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836093" w:rsidRDefault="00836093">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836093" w:rsidRDefault="0083609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836093" w:rsidRDefault="0083609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836093" w:rsidRDefault="00836093">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836093" w:rsidRDefault="0083609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836093" w:rsidRDefault="00836093"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6093" w14:paraId="252031F4" w14:textId="77777777" w:rsidTr="00C02D0A">
      <w:trPr>
        <w:trHeight w:hRule="exact" w:val="454"/>
      </w:trPr>
      <w:tc>
        <w:tcPr>
          <w:tcW w:w="1361" w:type="dxa"/>
          <w:tcMar>
            <w:top w:w="57" w:type="dxa"/>
            <w:left w:w="0" w:type="dxa"/>
            <w:right w:w="0" w:type="dxa"/>
          </w:tcMar>
        </w:tcPr>
        <w:p w14:paraId="2B9DCF35" w14:textId="77777777" w:rsidR="00836093" w:rsidRPr="00B8518B" w:rsidRDefault="00836093" w:rsidP="00523EA7">
          <w:pPr>
            <w:pStyle w:val="Zpat"/>
            <w:rPr>
              <w:rStyle w:val="slostrnky"/>
            </w:rPr>
          </w:pPr>
        </w:p>
      </w:tc>
      <w:tc>
        <w:tcPr>
          <w:tcW w:w="3458" w:type="dxa"/>
          <w:shd w:val="clear" w:color="auto" w:fill="auto"/>
          <w:tcMar>
            <w:top w:w="57" w:type="dxa"/>
            <w:left w:w="0" w:type="dxa"/>
            <w:right w:w="0" w:type="dxa"/>
          </w:tcMar>
        </w:tcPr>
        <w:p w14:paraId="6022F9D2" w14:textId="77777777" w:rsidR="00836093" w:rsidRDefault="00836093" w:rsidP="00523EA7">
          <w:pPr>
            <w:pStyle w:val="Zpat"/>
          </w:pPr>
        </w:p>
      </w:tc>
      <w:tc>
        <w:tcPr>
          <w:tcW w:w="5698" w:type="dxa"/>
          <w:shd w:val="clear" w:color="auto" w:fill="auto"/>
          <w:tcMar>
            <w:top w:w="57" w:type="dxa"/>
            <w:left w:w="0" w:type="dxa"/>
            <w:right w:w="0" w:type="dxa"/>
          </w:tcMar>
        </w:tcPr>
        <w:p w14:paraId="38D6D7C3" w14:textId="77777777" w:rsidR="00836093" w:rsidRPr="00D6163D" w:rsidRDefault="00836093" w:rsidP="00D6163D">
          <w:pPr>
            <w:pStyle w:val="Druhdokumentu"/>
          </w:pPr>
        </w:p>
      </w:tc>
    </w:tr>
  </w:tbl>
  <w:p w14:paraId="5F291682" w14:textId="77777777" w:rsidR="00836093" w:rsidRPr="00D6163D" w:rsidRDefault="008360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93" w14:paraId="65AA8071" w14:textId="77777777" w:rsidTr="00B22106">
      <w:trPr>
        <w:trHeight w:hRule="exact" w:val="936"/>
      </w:trPr>
      <w:tc>
        <w:tcPr>
          <w:tcW w:w="1361" w:type="dxa"/>
          <w:tcMar>
            <w:left w:w="0" w:type="dxa"/>
            <w:right w:w="0" w:type="dxa"/>
          </w:tcMar>
        </w:tcPr>
        <w:p w14:paraId="34CA8588" w14:textId="77777777" w:rsidR="00836093" w:rsidRPr="00B8518B" w:rsidRDefault="00836093" w:rsidP="00FC6389">
          <w:pPr>
            <w:pStyle w:val="Zpat"/>
            <w:rPr>
              <w:rStyle w:val="slostrnky"/>
            </w:rPr>
          </w:pPr>
        </w:p>
      </w:tc>
      <w:tc>
        <w:tcPr>
          <w:tcW w:w="3458" w:type="dxa"/>
          <w:shd w:val="clear" w:color="auto" w:fill="auto"/>
          <w:tcMar>
            <w:left w:w="0" w:type="dxa"/>
            <w:right w:w="0" w:type="dxa"/>
          </w:tcMar>
        </w:tcPr>
        <w:p w14:paraId="58717F5C" w14:textId="77777777" w:rsidR="00836093" w:rsidRDefault="00836093" w:rsidP="00FC6389">
          <w:pPr>
            <w:pStyle w:val="Zpat"/>
          </w:pPr>
        </w:p>
      </w:tc>
      <w:tc>
        <w:tcPr>
          <w:tcW w:w="5756" w:type="dxa"/>
          <w:shd w:val="clear" w:color="auto" w:fill="auto"/>
          <w:tcMar>
            <w:left w:w="0" w:type="dxa"/>
            <w:right w:w="0" w:type="dxa"/>
          </w:tcMar>
        </w:tcPr>
        <w:p w14:paraId="152FCBCF" w14:textId="77777777" w:rsidR="00836093" w:rsidRPr="00D6163D" w:rsidRDefault="00836093" w:rsidP="00FC6389">
          <w:pPr>
            <w:pStyle w:val="Druhdokumentu"/>
          </w:pPr>
        </w:p>
      </w:tc>
    </w:tr>
    <w:tr w:rsidR="00836093" w14:paraId="42490C1C" w14:textId="77777777" w:rsidTr="00B22106">
      <w:trPr>
        <w:trHeight w:hRule="exact" w:val="936"/>
      </w:trPr>
      <w:tc>
        <w:tcPr>
          <w:tcW w:w="1361" w:type="dxa"/>
          <w:tcMar>
            <w:left w:w="0" w:type="dxa"/>
            <w:right w:w="0" w:type="dxa"/>
          </w:tcMar>
        </w:tcPr>
        <w:p w14:paraId="590E4A63" w14:textId="77777777" w:rsidR="00836093" w:rsidRPr="00B8518B" w:rsidRDefault="00836093" w:rsidP="00FC6389">
          <w:pPr>
            <w:pStyle w:val="Zpat"/>
            <w:rPr>
              <w:rStyle w:val="slostrnky"/>
            </w:rPr>
          </w:pPr>
        </w:p>
      </w:tc>
      <w:tc>
        <w:tcPr>
          <w:tcW w:w="3458" w:type="dxa"/>
          <w:shd w:val="clear" w:color="auto" w:fill="auto"/>
          <w:tcMar>
            <w:left w:w="0" w:type="dxa"/>
            <w:right w:w="0" w:type="dxa"/>
          </w:tcMar>
        </w:tcPr>
        <w:p w14:paraId="1448A1EB" w14:textId="77777777" w:rsidR="00836093" w:rsidRDefault="00836093" w:rsidP="00FC6389">
          <w:pPr>
            <w:pStyle w:val="Zpat"/>
          </w:pPr>
        </w:p>
      </w:tc>
      <w:tc>
        <w:tcPr>
          <w:tcW w:w="5756" w:type="dxa"/>
          <w:shd w:val="clear" w:color="auto" w:fill="auto"/>
          <w:tcMar>
            <w:left w:w="0" w:type="dxa"/>
            <w:right w:w="0" w:type="dxa"/>
          </w:tcMar>
        </w:tcPr>
        <w:p w14:paraId="417861B4" w14:textId="77777777" w:rsidR="00836093" w:rsidRPr="00D6163D" w:rsidRDefault="00836093" w:rsidP="00FC6389">
          <w:pPr>
            <w:pStyle w:val="Druhdokumentu"/>
          </w:pPr>
        </w:p>
      </w:tc>
    </w:tr>
  </w:tbl>
  <w:p w14:paraId="07626039" w14:textId="77777777" w:rsidR="00836093" w:rsidRPr="00D6163D" w:rsidRDefault="0083609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836093" w:rsidRPr="00460660" w:rsidRDefault="008360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D64A6A"/>
    <w:multiLevelType w:val="hybridMultilevel"/>
    <w:tmpl w:val="B9FC917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25799313">
    <w:abstractNumId w:val="5"/>
  </w:num>
  <w:num w:numId="2" w16cid:durableId="6106012">
    <w:abstractNumId w:val="1"/>
  </w:num>
  <w:num w:numId="3" w16cid:durableId="758214997">
    <w:abstractNumId w:val="14"/>
  </w:num>
  <w:num w:numId="4" w16cid:durableId="389811016">
    <w:abstractNumId w:val="4"/>
  </w:num>
  <w:num w:numId="5" w16cid:durableId="1707095942">
    <w:abstractNumId w:val="0"/>
  </w:num>
  <w:num w:numId="6" w16cid:durableId="850145384">
    <w:abstractNumId w:val="7"/>
  </w:num>
  <w:num w:numId="7" w16cid:durableId="1142893742">
    <w:abstractNumId w:val="12"/>
  </w:num>
  <w:num w:numId="8" w16cid:durableId="1980569406">
    <w:abstractNumId w:val="9"/>
  </w:num>
  <w:num w:numId="9" w16cid:durableId="1253708960">
    <w:abstractNumId w:val="16"/>
  </w:num>
  <w:num w:numId="10" w16cid:durableId="113524120">
    <w:abstractNumId w:val="13"/>
  </w:num>
  <w:num w:numId="11" w16cid:durableId="13243576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865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8417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10689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47878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5962030">
    <w:abstractNumId w:val="11"/>
  </w:num>
  <w:num w:numId="17" w16cid:durableId="9239933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39412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29822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46401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5040755">
    <w:abstractNumId w:val="12"/>
  </w:num>
  <w:num w:numId="22" w16cid:durableId="1665475701">
    <w:abstractNumId w:val="12"/>
  </w:num>
  <w:num w:numId="23" w16cid:durableId="882643017">
    <w:abstractNumId w:val="9"/>
  </w:num>
  <w:num w:numId="24" w16cid:durableId="165444964">
    <w:abstractNumId w:val="0"/>
  </w:num>
  <w:num w:numId="25" w16cid:durableId="1683582993">
    <w:abstractNumId w:val="9"/>
  </w:num>
  <w:num w:numId="26" w16cid:durableId="316418252">
    <w:abstractNumId w:val="0"/>
  </w:num>
  <w:num w:numId="27" w16cid:durableId="1163934135">
    <w:abstractNumId w:val="0"/>
  </w:num>
  <w:num w:numId="28" w16cid:durableId="1963607063">
    <w:abstractNumId w:val="9"/>
  </w:num>
  <w:num w:numId="29" w16cid:durableId="1537767696">
    <w:abstractNumId w:val="0"/>
  </w:num>
  <w:num w:numId="30" w16cid:durableId="1696539965">
    <w:abstractNumId w:val="9"/>
  </w:num>
  <w:num w:numId="31" w16cid:durableId="776633011">
    <w:abstractNumId w:val="9"/>
  </w:num>
  <w:num w:numId="32" w16cid:durableId="358313742">
    <w:abstractNumId w:val="9"/>
  </w:num>
  <w:num w:numId="33" w16cid:durableId="1333068269">
    <w:abstractNumId w:val="0"/>
  </w:num>
  <w:num w:numId="34" w16cid:durableId="424151245">
    <w:abstractNumId w:val="15"/>
  </w:num>
  <w:num w:numId="35" w16cid:durableId="1217862862">
    <w:abstractNumId w:val="6"/>
  </w:num>
  <w:num w:numId="36" w16cid:durableId="1680696614">
    <w:abstractNumId w:val="9"/>
  </w:num>
  <w:num w:numId="37" w16cid:durableId="1979339535">
    <w:abstractNumId w:val="8"/>
  </w:num>
  <w:num w:numId="38" w16cid:durableId="816264412">
    <w:abstractNumId w:val="9"/>
  </w:num>
  <w:num w:numId="39" w16cid:durableId="2134589365">
    <w:abstractNumId w:val="3"/>
  </w:num>
  <w:num w:numId="40" w16cid:durableId="725563797">
    <w:abstractNumId w:val="9"/>
  </w:num>
  <w:num w:numId="41" w16cid:durableId="131024323">
    <w:abstractNumId w:val="9"/>
  </w:num>
  <w:num w:numId="42" w16cid:durableId="525102502">
    <w:abstractNumId w:val="9"/>
  </w:num>
  <w:num w:numId="43" w16cid:durableId="1119714596">
    <w:abstractNumId w:val="10"/>
  </w:num>
  <w:num w:numId="44" w16cid:durableId="195698384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563"/>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4C2"/>
    <w:rsid w:val="00034CB1"/>
    <w:rsid w:val="00036309"/>
    <w:rsid w:val="0004040D"/>
    <w:rsid w:val="0004058B"/>
    <w:rsid w:val="000415F1"/>
    <w:rsid w:val="00041EC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09CF"/>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72CF"/>
    <w:rsid w:val="000D1F2C"/>
    <w:rsid w:val="000D22C4"/>
    <w:rsid w:val="000D27D1"/>
    <w:rsid w:val="000D3030"/>
    <w:rsid w:val="000D57D5"/>
    <w:rsid w:val="000D5E72"/>
    <w:rsid w:val="000D7B9E"/>
    <w:rsid w:val="000E1A7F"/>
    <w:rsid w:val="000E56E5"/>
    <w:rsid w:val="000E5A23"/>
    <w:rsid w:val="000E63E1"/>
    <w:rsid w:val="000E7773"/>
    <w:rsid w:val="000F26EF"/>
    <w:rsid w:val="000F3ACB"/>
    <w:rsid w:val="000F485A"/>
    <w:rsid w:val="000F64B0"/>
    <w:rsid w:val="001006E6"/>
    <w:rsid w:val="0010480A"/>
    <w:rsid w:val="00104950"/>
    <w:rsid w:val="00106A0E"/>
    <w:rsid w:val="001078D8"/>
    <w:rsid w:val="0011040C"/>
    <w:rsid w:val="00112864"/>
    <w:rsid w:val="001140A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4664"/>
    <w:rsid w:val="001855D7"/>
    <w:rsid w:val="0018680E"/>
    <w:rsid w:val="00186DA4"/>
    <w:rsid w:val="00190C4F"/>
    <w:rsid w:val="00191F90"/>
    <w:rsid w:val="001927BE"/>
    <w:rsid w:val="001932A3"/>
    <w:rsid w:val="00193D8F"/>
    <w:rsid w:val="00194789"/>
    <w:rsid w:val="00194B68"/>
    <w:rsid w:val="001950C2"/>
    <w:rsid w:val="00195194"/>
    <w:rsid w:val="001966EA"/>
    <w:rsid w:val="00197CF8"/>
    <w:rsid w:val="001A0918"/>
    <w:rsid w:val="001A0C14"/>
    <w:rsid w:val="001A3DA1"/>
    <w:rsid w:val="001A51F5"/>
    <w:rsid w:val="001A7674"/>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57DB"/>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13C1"/>
    <w:rsid w:val="002028F8"/>
    <w:rsid w:val="002037E4"/>
    <w:rsid w:val="002071BB"/>
    <w:rsid w:val="002072FA"/>
    <w:rsid w:val="00207DF5"/>
    <w:rsid w:val="00211F10"/>
    <w:rsid w:val="002172B0"/>
    <w:rsid w:val="00217A21"/>
    <w:rsid w:val="00217AF7"/>
    <w:rsid w:val="00223DAF"/>
    <w:rsid w:val="00224981"/>
    <w:rsid w:val="002260E8"/>
    <w:rsid w:val="002262FA"/>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E94"/>
    <w:rsid w:val="00261A5B"/>
    <w:rsid w:val="00262006"/>
    <w:rsid w:val="00262E5B"/>
    <w:rsid w:val="00263258"/>
    <w:rsid w:val="0026385B"/>
    <w:rsid w:val="002641D2"/>
    <w:rsid w:val="00265B91"/>
    <w:rsid w:val="0026602F"/>
    <w:rsid w:val="00266378"/>
    <w:rsid w:val="00266D62"/>
    <w:rsid w:val="0026731A"/>
    <w:rsid w:val="00272A15"/>
    <w:rsid w:val="0027375B"/>
    <w:rsid w:val="00276AFE"/>
    <w:rsid w:val="00281F1B"/>
    <w:rsid w:val="002834C0"/>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9CB"/>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9B7"/>
    <w:rsid w:val="002E0CD7"/>
    <w:rsid w:val="002E0CFB"/>
    <w:rsid w:val="002E1EF3"/>
    <w:rsid w:val="002E23B8"/>
    <w:rsid w:val="002E2494"/>
    <w:rsid w:val="002E3698"/>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0FA3"/>
    <w:rsid w:val="00311F11"/>
    <w:rsid w:val="00313A89"/>
    <w:rsid w:val="00313E02"/>
    <w:rsid w:val="00316224"/>
    <w:rsid w:val="0031722E"/>
    <w:rsid w:val="00317DA0"/>
    <w:rsid w:val="00321CF3"/>
    <w:rsid w:val="003231D8"/>
    <w:rsid w:val="00325A21"/>
    <w:rsid w:val="00325FF5"/>
    <w:rsid w:val="00326D09"/>
    <w:rsid w:val="00327EEF"/>
    <w:rsid w:val="00327F28"/>
    <w:rsid w:val="0033239F"/>
    <w:rsid w:val="00332E6D"/>
    <w:rsid w:val="003332F5"/>
    <w:rsid w:val="003339F3"/>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661B"/>
    <w:rsid w:val="00367E56"/>
    <w:rsid w:val="00367EF6"/>
    <w:rsid w:val="00370F1F"/>
    <w:rsid w:val="003717A3"/>
    <w:rsid w:val="003719BB"/>
    <w:rsid w:val="00371DDA"/>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5DE5"/>
    <w:rsid w:val="00396CF6"/>
    <w:rsid w:val="00397AEE"/>
    <w:rsid w:val="00397F6E"/>
    <w:rsid w:val="003A0F79"/>
    <w:rsid w:val="003A1E91"/>
    <w:rsid w:val="003A2685"/>
    <w:rsid w:val="003A4513"/>
    <w:rsid w:val="003A51D3"/>
    <w:rsid w:val="003A545F"/>
    <w:rsid w:val="003A6B2C"/>
    <w:rsid w:val="003B0B71"/>
    <w:rsid w:val="003B111E"/>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3F67"/>
    <w:rsid w:val="003E420D"/>
    <w:rsid w:val="003E459C"/>
    <w:rsid w:val="003E4C13"/>
    <w:rsid w:val="003E4D35"/>
    <w:rsid w:val="003E6298"/>
    <w:rsid w:val="003E66A4"/>
    <w:rsid w:val="003E6B86"/>
    <w:rsid w:val="003E79F5"/>
    <w:rsid w:val="003F0085"/>
    <w:rsid w:val="003F0707"/>
    <w:rsid w:val="003F1CFD"/>
    <w:rsid w:val="003F2EE3"/>
    <w:rsid w:val="003F4D5A"/>
    <w:rsid w:val="0040352D"/>
    <w:rsid w:val="004039B9"/>
    <w:rsid w:val="00404264"/>
    <w:rsid w:val="00404BA2"/>
    <w:rsid w:val="004078F3"/>
    <w:rsid w:val="004130CA"/>
    <w:rsid w:val="00413F8C"/>
    <w:rsid w:val="00416E9C"/>
    <w:rsid w:val="00417206"/>
    <w:rsid w:val="0042036E"/>
    <w:rsid w:val="00423C8E"/>
    <w:rsid w:val="00427794"/>
    <w:rsid w:val="004304A9"/>
    <w:rsid w:val="00430EE4"/>
    <w:rsid w:val="00433AD5"/>
    <w:rsid w:val="00434583"/>
    <w:rsid w:val="004352C0"/>
    <w:rsid w:val="004405DF"/>
    <w:rsid w:val="00440CDA"/>
    <w:rsid w:val="0044335D"/>
    <w:rsid w:val="00443F82"/>
    <w:rsid w:val="004459EF"/>
    <w:rsid w:val="004470F1"/>
    <w:rsid w:val="004507B9"/>
    <w:rsid w:val="00450F07"/>
    <w:rsid w:val="004525D5"/>
    <w:rsid w:val="00452F69"/>
    <w:rsid w:val="00453CD3"/>
    <w:rsid w:val="0045408C"/>
    <w:rsid w:val="00454716"/>
    <w:rsid w:val="00454BB9"/>
    <w:rsid w:val="00454BE1"/>
    <w:rsid w:val="00454F86"/>
    <w:rsid w:val="00454F9C"/>
    <w:rsid w:val="00456597"/>
    <w:rsid w:val="00456620"/>
    <w:rsid w:val="00457168"/>
    <w:rsid w:val="00460660"/>
    <w:rsid w:val="00464BA9"/>
    <w:rsid w:val="0046610D"/>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6F98"/>
    <w:rsid w:val="00487D41"/>
    <w:rsid w:val="004911B2"/>
    <w:rsid w:val="00491827"/>
    <w:rsid w:val="00492C5B"/>
    <w:rsid w:val="004948D1"/>
    <w:rsid w:val="004955D1"/>
    <w:rsid w:val="004A0575"/>
    <w:rsid w:val="004A0704"/>
    <w:rsid w:val="004A0C8D"/>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2E86"/>
    <w:rsid w:val="004D45CB"/>
    <w:rsid w:val="004D5285"/>
    <w:rsid w:val="004D6E4C"/>
    <w:rsid w:val="004D7A88"/>
    <w:rsid w:val="004E085F"/>
    <w:rsid w:val="004E1477"/>
    <w:rsid w:val="004E4C8F"/>
    <w:rsid w:val="004E57F0"/>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10000"/>
    <w:rsid w:val="00511AB9"/>
    <w:rsid w:val="005140CC"/>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2E8A"/>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47F7C"/>
    <w:rsid w:val="00550DB1"/>
    <w:rsid w:val="00551338"/>
    <w:rsid w:val="00552763"/>
    <w:rsid w:val="00553375"/>
    <w:rsid w:val="00555884"/>
    <w:rsid w:val="00564739"/>
    <w:rsid w:val="00564A86"/>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700"/>
    <w:rsid w:val="005A1F44"/>
    <w:rsid w:val="005A35E2"/>
    <w:rsid w:val="005A38AE"/>
    <w:rsid w:val="005A3D2F"/>
    <w:rsid w:val="005A4A21"/>
    <w:rsid w:val="005B051F"/>
    <w:rsid w:val="005B1FD3"/>
    <w:rsid w:val="005B4248"/>
    <w:rsid w:val="005B518E"/>
    <w:rsid w:val="005B5580"/>
    <w:rsid w:val="005C180B"/>
    <w:rsid w:val="005C3856"/>
    <w:rsid w:val="005D0016"/>
    <w:rsid w:val="005D0FBB"/>
    <w:rsid w:val="005D1C0B"/>
    <w:rsid w:val="005D3C39"/>
    <w:rsid w:val="005D3E6A"/>
    <w:rsid w:val="005D5A9A"/>
    <w:rsid w:val="005D6606"/>
    <w:rsid w:val="005E0F85"/>
    <w:rsid w:val="005E10C4"/>
    <w:rsid w:val="005E11D3"/>
    <w:rsid w:val="005E147E"/>
    <w:rsid w:val="005E3D28"/>
    <w:rsid w:val="005E48ED"/>
    <w:rsid w:val="005E4B16"/>
    <w:rsid w:val="005E54D4"/>
    <w:rsid w:val="005E54F3"/>
    <w:rsid w:val="005E63C0"/>
    <w:rsid w:val="005F34EC"/>
    <w:rsid w:val="005F365C"/>
    <w:rsid w:val="005F6246"/>
    <w:rsid w:val="0060115D"/>
    <w:rsid w:val="00601A8C"/>
    <w:rsid w:val="00601EB0"/>
    <w:rsid w:val="006027B2"/>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2D0F"/>
    <w:rsid w:val="0063462D"/>
    <w:rsid w:val="006346D9"/>
    <w:rsid w:val="006350D8"/>
    <w:rsid w:val="00635A7C"/>
    <w:rsid w:val="00636981"/>
    <w:rsid w:val="00636F45"/>
    <w:rsid w:val="006378F7"/>
    <w:rsid w:val="00640B30"/>
    <w:rsid w:val="0064190C"/>
    <w:rsid w:val="00642637"/>
    <w:rsid w:val="0064514C"/>
    <w:rsid w:val="00647A08"/>
    <w:rsid w:val="0065142B"/>
    <w:rsid w:val="006527D4"/>
    <w:rsid w:val="00652AA6"/>
    <w:rsid w:val="00653CC8"/>
    <w:rsid w:val="00655976"/>
    <w:rsid w:val="00655E4D"/>
    <w:rsid w:val="0065610E"/>
    <w:rsid w:val="006574B5"/>
    <w:rsid w:val="00660AD3"/>
    <w:rsid w:val="006629C0"/>
    <w:rsid w:val="006630EB"/>
    <w:rsid w:val="00663146"/>
    <w:rsid w:val="00663FA4"/>
    <w:rsid w:val="006643AE"/>
    <w:rsid w:val="0066471D"/>
    <w:rsid w:val="006659D6"/>
    <w:rsid w:val="00673CDA"/>
    <w:rsid w:val="00674E23"/>
    <w:rsid w:val="00675773"/>
    <w:rsid w:val="006776B6"/>
    <w:rsid w:val="00681CB3"/>
    <w:rsid w:val="00683213"/>
    <w:rsid w:val="00687CAF"/>
    <w:rsid w:val="00687D83"/>
    <w:rsid w:val="00691E7D"/>
    <w:rsid w:val="00692012"/>
    <w:rsid w:val="00693150"/>
    <w:rsid w:val="0069331A"/>
    <w:rsid w:val="00694B0D"/>
    <w:rsid w:val="00695997"/>
    <w:rsid w:val="00695EA6"/>
    <w:rsid w:val="006972B7"/>
    <w:rsid w:val="006A5570"/>
    <w:rsid w:val="006A689C"/>
    <w:rsid w:val="006A6CFA"/>
    <w:rsid w:val="006A6ED2"/>
    <w:rsid w:val="006B0E0C"/>
    <w:rsid w:val="006B3030"/>
    <w:rsid w:val="006B3D79"/>
    <w:rsid w:val="006B573D"/>
    <w:rsid w:val="006B5BF7"/>
    <w:rsid w:val="006B5EFA"/>
    <w:rsid w:val="006B6FE4"/>
    <w:rsid w:val="006B7D93"/>
    <w:rsid w:val="006C100A"/>
    <w:rsid w:val="006C1ECA"/>
    <w:rsid w:val="006C2343"/>
    <w:rsid w:val="006C442A"/>
    <w:rsid w:val="006C4639"/>
    <w:rsid w:val="006D015A"/>
    <w:rsid w:val="006D1054"/>
    <w:rsid w:val="006D4276"/>
    <w:rsid w:val="006E0578"/>
    <w:rsid w:val="006E0B47"/>
    <w:rsid w:val="006E0F98"/>
    <w:rsid w:val="006E1025"/>
    <w:rsid w:val="006E2FB1"/>
    <w:rsid w:val="006E314D"/>
    <w:rsid w:val="006E6E68"/>
    <w:rsid w:val="006E7459"/>
    <w:rsid w:val="006F13A7"/>
    <w:rsid w:val="006F25FB"/>
    <w:rsid w:val="006F3435"/>
    <w:rsid w:val="006F3937"/>
    <w:rsid w:val="006F45D3"/>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40AF5"/>
    <w:rsid w:val="007411C8"/>
    <w:rsid w:val="007433C7"/>
    <w:rsid w:val="00743525"/>
    <w:rsid w:val="00744F6A"/>
    <w:rsid w:val="00745555"/>
    <w:rsid w:val="00747C86"/>
    <w:rsid w:val="007504E0"/>
    <w:rsid w:val="00751CF8"/>
    <w:rsid w:val="007541A2"/>
    <w:rsid w:val="00755818"/>
    <w:rsid w:val="00755E58"/>
    <w:rsid w:val="007566D0"/>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4B32"/>
    <w:rsid w:val="007B570C"/>
    <w:rsid w:val="007B7B96"/>
    <w:rsid w:val="007B7C8A"/>
    <w:rsid w:val="007C3744"/>
    <w:rsid w:val="007C422A"/>
    <w:rsid w:val="007C4414"/>
    <w:rsid w:val="007C7EAB"/>
    <w:rsid w:val="007D313E"/>
    <w:rsid w:val="007D3806"/>
    <w:rsid w:val="007D382D"/>
    <w:rsid w:val="007D4A4B"/>
    <w:rsid w:val="007D5A8D"/>
    <w:rsid w:val="007D6562"/>
    <w:rsid w:val="007E0287"/>
    <w:rsid w:val="007E0F08"/>
    <w:rsid w:val="007E2234"/>
    <w:rsid w:val="007E3DC0"/>
    <w:rsid w:val="007E4A6E"/>
    <w:rsid w:val="007F0C13"/>
    <w:rsid w:val="007F15FF"/>
    <w:rsid w:val="007F1C8D"/>
    <w:rsid w:val="007F2D65"/>
    <w:rsid w:val="007F3581"/>
    <w:rsid w:val="007F40AE"/>
    <w:rsid w:val="007F56A7"/>
    <w:rsid w:val="0080031C"/>
    <w:rsid w:val="00800851"/>
    <w:rsid w:val="008014DD"/>
    <w:rsid w:val="00802A02"/>
    <w:rsid w:val="00802B0F"/>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7F5"/>
    <w:rsid w:val="0084582C"/>
    <w:rsid w:val="00845C50"/>
    <w:rsid w:val="00846113"/>
    <w:rsid w:val="00846789"/>
    <w:rsid w:val="00846BD5"/>
    <w:rsid w:val="008569A3"/>
    <w:rsid w:val="008578B0"/>
    <w:rsid w:val="00857C45"/>
    <w:rsid w:val="00860F8B"/>
    <w:rsid w:val="008625ED"/>
    <w:rsid w:val="00863A25"/>
    <w:rsid w:val="00864075"/>
    <w:rsid w:val="0086570D"/>
    <w:rsid w:val="008668F2"/>
    <w:rsid w:val="00867074"/>
    <w:rsid w:val="0086714F"/>
    <w:rsid w:val="00870FB9"/>
    <w:rsid w:val="00872044"/>
    <w:rsid w:val="008735B2"/>
    <w:rsid w:val="008756F5"/>
    <w:rsid w:val="0087580E"/>
    <w:rsid w:val="00875A2B"/>
    <w:rsid w:val="00876D73"/>
    <w:rsid w:val="00881268"/>
    <w:rsid w:val="00881CCA"/>
    <w:rsid w:val="00885926"/>
    <w:rsid w:val="00885D84"/>
    <w:rsid w:val="00887491"/>
    <w:rsid w:val="00887F36"/>
    <w:rsid w:val="00890916"/>
    <w:rsid w:val="00891808"/>
    <w:rsid w:val="00891DA0"/>
    <w:rsid w:val="008927E2"/>
    <w:rsid w:val="00894714"/>
    <w:rsid w:val="00896787"/>
    <w:rsid w:val="008A05B6"/>
    <w:rsid w:val="008A0DC8"/>
    <w:rsid w:val="008A1B8C"/>
    <w:rsid w:val="008A3568"/>
    <w:rsid w:val="008A522C"/>
    <w:rsid w:val="008A538C"/>
    <w:rsid w:val="008A5810"/>
    <w:rsid w:val="008A6217"/>
    <w:rsid w:val="008A6307"/>
    <w:rsid w:val="008B0091"/>
    <w:rsid w:val="008B2021"/>
    <w:rsid w:val="008B240A"/>
    <w:rsid w:val="008B35D1"/>
    <w:rsid w:val="008B44F4"/>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2F65"/>
    <w:rsid w:val="00923CE9"/>
    <w:rsid w:val="00924FA3"/>
    <w:rsid w:val="00930B79"/>
    <w:rsid w:val="00930FC5"/>
    <w:rsid w:val="00931962"/>
    <w:rsid w:val="00933C75"/>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5FBA"/>
    <w:rsid w:val="009677CF"/>
    <w:rsid w:val="009678B7"/>
    <w:rsid w:val="00970C15"/>
    <w:rsid w:val="00971B34"/>
    <w:rsid w:val="009735A3"/>
    <w:rsid w:val="0097698E"/>
    <w:rsid w:val="009776D9"/>
    <w:rsid w:val="00977F79"/>
    <w:rsid w:val="00980373"/>
    <w:rsid w:val="00990AF0"/>
    <w:rsid w:val="00990C2D"/>
    <w:rsid w:val="00990C4D"/>
    <w:rsid w:val="00992651"/>
    <w:rsid w:val="00992D9C"/>
    <w:rsid w:val="009931FD"/>
    <w:rsid w:val="00993914"/>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4CD9"/>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60BF"/>
    <w:rsid w:val="009F72D4"/>
    <w:rsid w:val="009F74D5"/>
    <w:rsid w:val="009F794A"/>
    <w:rsid w:val="009F7D82"/>
    <w:rsid w:val="00A01696"/>
    <w:rsid w:val="00A02D7C"/>
    <w:rsid w:val="00A04F28"/>
    <w:rsid w:val="00A05420"/>
    <w:rsid w:val="00A06027"/>
    <w:rsid w:val="00A06472"/>
    <w:rsid w:val="00A0740E"/>
    <w:rsid w:val="00A12463"/>
    <w:rsid w:val="00A13395"/>
    <w:rsid w:val="00A17B9E"/>
    <w:rsid w:val="00A2065C"/>
    <w:rsid w:val="00A25666"/>
    <w:rsid w:val="00A26690"/>
    <w:rsid w:val="00A26CBA"/>
    <w:rsid w:val="00A331C1"/>
    <w:rsid w:val="00A3332D"/>
    <w:rsid w:val="00A34FE3"/>
    <w:rsid w:val="00A3626D"/>
    <w:rsid w:val="00A362F2"/>
    <w:rsid w:val="00A40398"/>
    <w:rsid w:val="00A4050F"/>
    <w:rsid w:val="00A451B6"/>
    <w:rsid w:val="00A4543D"/>
    <w:rsid w:val="00A45B02"/>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0B"/>
    <w:rsid w:val="00AA13C8"/>
    <w:rsid w:val="00AA1673"/>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3FAB"/>
    <w:rsid w:val="00AE5F21"/>
    <w:rsid w:val="00AE6366"/>
    <w:rsid w:val="00AF04BF"/>
    <w:rsid w:val="00AF0B01"/>
    <w:rsid w:val="00AF37B2"/>
    <w:rsid w:val="00AF40D8"/>
    <w:rsid w:val="00AF73C4"/>
    <w:rsid w:val="00AF7BB1"/>
    <w:rsid w:val="00B008D5"/>
    <w:rsid w:val="00B00EC3"/>
    <w:rsid w:val="00B02F73"/>
    <w:rsid w:val="00B04165"/>
    <w:rsid w:val="00B04E13"/>
    <w:rsid w:val="00B0559B"/>
    <w:rsid w:val="00B06094"/>
    <w:rsid w:val="00B0619F"/>
    <w:rsid w:val="00B10E1A"/>
    <w:rsid w:val="00B118B5"/>
    <w:rsid w:val="00B13A26"/>
    <w:rsid w:val="00B1425B"/>
    <w:rsid w:val="00B14F59"/>
    <w:rsid w:val="00B15D0D"/>
    <w:rsid w:val="00B16488"/>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2232"/>
    <w:rsid w:val="00B645BC"/>
    <w:rsid w:val="00B645ED"/>
    <w:rsid w:val="00B66865"/>
    <w:rsid w:val="00B66DC1"/>
    <w:rsid w:val="00B67D9E"/>
    <w:rsid w:val="00B70267"/>
    <w:rsid w:val="00B7487F"/>
    <w:rsid w:val="00B75EE1"/>
    <w:rsid w:val="00B77481"/>
    <w:rsid w:val="00B77C6D"/>
    <w:rsid w:val="00B8044B"/>
    <w:rsid w:val="00B80E53"/>
    <w:rsid w:val="00B80FA4"/>
    <w:rsid w:val="00B82A36"/>
    <w:rsid w:val="00B83A53"/>
    <w:rsid w:val="00B83F2F"/>
    <w:rsid w:val="00B8406B"/>
    <w:rsid w:val="00B8518B"/>
    <w:rsid w:val="00B866D9"/>
    <w:rsid w:val="00B86A88"/>
    <w:rsid w:val="00B91757"/>
    <w:rsid w:val="00B920B5"/>
    <w:rsid w:val="00B948EE"/>
    <w:rsid w:val="00B97CC3"/>
    <w:rsid w:val="00BA1E9D"/>
    <w:rsid w:val="00BA31A7"/>
    <w:rsid w:val="00BA34A5"/>
    <w:rsid w:val="00BA5A03"/>
    <w:rsid w:val="00BA5C5E"/>
    <w:rsid w:val="00BA6576"/>
    <w:rsid w:val="00BB10BD"/>
    <w:rsid w:val="00BB3F86"/>
    <w:rsid w:val="00BB4AF2"/>
    <w:rsid w:val="00BB51D3"/>
    <w:rsid w:val="00BB6E0B"/>
    <w:rsid w:val="00BB7DCA"/>
    <w:rsid w:val="00BC06C4"/>
    <w:rsid w:val="00BC4A61"/>
    <w:rsid w:val="00BC56C3"/>
    <w:rsid w:val="00BC663E"/>
    <w:rsid w:val="00BC6D2B"/>
    <w:rsid w:val="00BD3FDB"/>
    <w:rsid w:val="00BD4556"/>
    <w:rsid w:val="00BD4D0B"/>
    <w:rsid w:val="00BD5C13"/>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6482"/>
    <w:rsid w:val="00C273BA"/>
    <w:rsid w:val="00C274B4"/>
    <w:rsid w:val="00C30F06"/>
    <w:rsid w:val="00C3406B"/>
    <w:rsid w:val="00C34C82"/>
    <w:rsid w:val="00C35479"/>
    <w:rsid w:val="00C3709A"/>
    <w:rsid w:val="00C41FD3"/>
    <w:rsid w:val="00C42DA7"/>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44D0"/>
    <w:rsid w:val="00C8580D"/>
    <w:rsid w:val="00C906AD"/>
    <w:rsid w:val="00C91FD8"/>
    <w:rsid w:val="00C92225"/>
    <w:rsid w:val="00C9327E"/>
    <w:rsid w:val="00C93433"/>
    <w:rsid w:val="00C95162"/>
    <w:rsid w:val="00C95779"/>
    <w:rsid w:val="00C96932"/>
    <w:rsid w:val="00C976EF"/>
    <w:rsid w:val="00C97A5D"/>
    <w:rsid w:val="00CA164D"/>
    <w:rsid w:val="00CA2E46"/>
    <w:rsid w:val="00CA2F1F"/>
    <w:rsid w:val="00CA3492"/>
    <w:rsid w:val="00CA572F"/>
    <w:rsid w:val="00CA7CB7"/>
    <w:rsid w:val="00CA7E4B"/>
    <w:rsid w:val="00CB21C4"/>
    <w:rsid w:val="00CB3151"/>
    <w:rsid w:val="00CB3658"/>
    <w:rsid w:val="00CB6A37"/>
    <w:rsid w:val="00CB7684"/>
    <w:rsid w:val="00CC080E"/>
    <w:rsid w:val="00CC31CF"/>
    <w:rsid w:val="00CC3D74"/>
    <w:rsid w:val="00CC4380"/>
    <w:rsid w:val="00CC45B0"/>
    <w:rsid w:val="00CC7C8F"/>
    <w:rsid w:val="00CD1FC4"/>
    <w:rsid w:val="00CD5482"/>
    <w:rsid w:val="00CD65C1"/>
    <w:rsid w:val="00CE1135"/>
    <w:rsid w:val="00CE1D89"/>
    <w:rsid w:val="00CE22B3"/>
    <w:rsid w:val="00CE22D6"/>
    <w:rsid w:val="00CE2AC2"/>
    <w:rsid w:val="00CE32AE"/>
    <w:rsid w:val="00CE3429"/>
    <w:rsid w:val="00CE3B9D"/>
    <w:rsid w:val="00CE5C49"/>
    <w:rsid w:val="00CE62A4"/>
    <w:rsid w:val="00CE791B"/>
    <w:rsid w:val="00CF112C"/>
    <w:rsid w:val="00CF4237"/>
    <w:rsid w:val="00CF680A"/>
    <w:rsid w:val="00CF681A"/>
    <w:rsid w:val="00CF72C4"/>
    <w:rsid w:val="00D00F37"/>
    <w:rsid w:val="00D02170"/>
    <w:rsid w:val="00D034A0"/>
    <w:rsid w:val="00D03583"/>
    <w:rsid w:val="00D048E2"/>
    <w:rsid w:val="00D05C61"/>
    <w:rsid w:val="00D074AE"/>
    <w:rsid w:val="00D07E1E"/>
    <w:rsid w:val="00D10A2D"/>
    <w:rsid w:val="00D11937"/>
    <w:rsid w:val="00D11AFC"/>
    <w:rsid w:val="00D12A67"/>
    <w:rsid w:val="00D139AC"/>
    <w:rsid w:val="00D141B5"/>
    <w:rsid w:val="00D145E1"/>
    <w:rsid w:val="00D147AF"/>
    <w:rsid w:val="00D14BAA"/>
    <w:rsid w:val="00D1672F"/>
    <w:rsid w:val="00D17BA6"/>
    <w:rsid w:val="00D21061"/>
    <w:rsid w:val="00D23FAA"/>
    <w:rsid w:val="00D25B83"/>
    <w:rsid w:val="00D25DE4"/>
    <w:rsid w:val="00D26AA7"/>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4C3"/>
    <w:rsid w:val="00D50879"/>
    <w:rsid w:val="00D523E7"/>
    <w:rsid w:val="00D5279A"/>
    <w:rsid w:val="00D529A2"/>
    <w:rsid w:val="00D57BFB"/>
    <w:rsid w:val="00D60552"/>
    <w:rsid w:val="00D6163D"/>
    <w:rsid w:val="00D61EFA"/>
    <w:rsid w:val="00D6259C"/>
    <w:rsid w:val="00D63423"/>
    <w:rsid w:val="00D63BFB"/>
    <w:rsid w:val="00D64003"/>
    <w:rsid w:val="00D650E1"/>
    <w:rsid w:val="00D7297C"/>
    <w:rsid w:val="00D7451C"/>
    <w:rsid w:val="00D768E5"/>
    <w:rsid w:val="00D76F4E"/>
    <w:rsid w:val="00D77B10"/>
    <w:rsid w:val="00D80D98"/>
    <w:rsid w:val="00D8233F"/>
    <w:rsid w:val="00D82449"/>
    <w:rsid w:val="00D831A3"/>
    <w:rsid w:val="00D83CBD"/>
    <w:rsid w:val="00D84825"/>
    <w:rsid w:val="00D84B47"/>
    <w:rsid w:val="00D86B83"/>
    <w:rsid w:val="00D87974"/>
    <w:rsid w:val="00D87A61"/>
    <w:rsid w:val="00D87F41"/>
    <w:rsid w:val="00D91557"/>
    <w:rsid w:val="00D919BB"/>
    <w:rsid w:val="00D92A0B"/>
    <w:rsid w:val="00D96121"/>
    <w:rsid w:val="00D97197"/>
    <w:rsid w:val="00D97B35"/>
    <w:rsid w:val="00D97BE3"/>
    <w:rsid w:val="00DA0EA3"/>
    <w:rsid w:val="00DA1047"/>
    <w:rsid w:val="00DA11F7"/>
    <w:rsid w:val="00DA24C4"/>
    <w:rsid w:val="00DA2D8A"/>
    <w:rsid w:val="00DA3711"/>
    <w:rsid w:val="00DA5237"/>
    <w:rsid w:val="00DA5DCB"/>
    <w:rsid w:val="00DA64CD"/>
    <w:rsid w:val="00DA6BA5"/>
    <w:rsid w:val="00DB0A00"/>
    <w:rsid w:val="00DB18F1"/>
    <w:rsid w:val="00DB1DCD"/>
    <w:rsid w:val="00DB2AC4"/>
    <w:rsid w:val="00DB49D3"/>
    <w:rsid w:val="00DB619A"/>
    <w:rsid w:val="00DB78E9"/>
    <w:rsid w:val="00DC0E05"/>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49F8"/>
    <w:rsid w:val="00E25DBD"/>
    <w:rsid w:val="00E26D68"/>
    <w:rsid w:val="00E2734F"/>
    <w:rsid w:val="00E3047E"/>
    <w:rsid w:val="00E32D44"/>
    <w:rsid w:val="00E3475A"/>
    <w:rsid w:val="00E35AFB"/>
    <w:rsid w:val="00E377A7"/>
    <w:rsid w:val="00E37A11"/>
    <w:rsid w:val="00E4197C"/>
    <w:rsid w:val="00E42D7E"/>
    <w:rsid w:val="00E43468"/>
    <w:rsid w:val="00E437B0"/>
    <w:rsid w:val="00E44045"/>
    <w:rsid w:val="00E44AE0"/>
    <w:rsid w:val="00E45153"/>
    <w:rsid w:val="00E4520D"/>
    <w:rsid w:val="00E470A7"/>
    <w:rsid w:val="00E4784F"/>
    <w:rsid w:val="00E523B9"/>
    <w:rsid w:val="00E52649"/>
    <w:rsid w:val="00E5375F"/>
    <w:rsid w:val="00E54128"/>
    <w:rsid w:val="00E54737"/>
    <w:rsid w:val="00E5555C"/>
    <w:rsid w:val="00E57772"/>
    <w:rsid w:val="00E60B4C"/>
    <w:rsid w:val="00E60C9A"/>
    <w:rsid w:val="00E618C4"/>
    <w:rsid w:val="00E628BC"/>
    <w:rsid w:val="00E665C3"/>
    <w:rsid w:val="00E66E9E"/>
    <w:rsid w:val="00E71A82"/>
    <w:rsid w:val="00E7218A"/>
    <w:rsid w:val="00E73EEC"/>
    <w:rsid w:val="00E74868"/>
    <w:rsid w:val="00E83A6F"/>
    <w:rsid w:val="00E83D0C"/>
    <w:rsid w:val="00E84963"/>
    <w:rsid w:val="00E85DF4"/>
    <w:rsid w:val="00E86144"/>
    <w:rsid w:val="00E878EE"/>
    <w:rsid w:val="00E911EA"/>
    <w:rsid w:val="00E91447"/>
    <w:rsid w:val="00E931D3"/>
    <w:rsid w:val="00E96957"/>
    <w:rsid w:val="00E970E1"/>
    <w:rsid w:val="00E97822"/>
    <w:rsid w:val="00E97E22"/>
    <w:rsid w:val="00EA0A81"/>
    <w:rsid w:val="00EA18ED"/>
    <w:rsid w:val="00EA1F83"/>
    <w:rsid w:val="00EA26C4"/>
    <w:rsid w:val="00EA4233"/>
    <w:rsid w:val="00EA6CE6"/>
    <w:rsid w:val="00EA6EC7"/>
    <w:rsid w:val="00EB0647"/>
    <w:rsid w:val="00EB104F"/>
    <w:rsid w:val="00EB15FC"/>
    <w:rsid w:val="00EB2EF4"/>
    <w:rsid w:val="00EB464C"/>
    <w:rsid w:val="00EB46E5"/>
    <w:rsid w:val="00EB516E"/>
    <w:rsid w:val="00EB5D4D"/>
    <w:rsid w:val="00EB6733"/>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53AE"/>
    <w:rsid w:val="00EF66B9"/>
    <w:rsid w:val="00EF6CDE"/>
    <w:rsid w:val="00F012C4"/>
    <w:rsid w:val="00F016C7"/>
    <w:rsid w:val="00F05A27"/>
    <w:rsid w:val="00F06156"/>
    <w:rsid w:val="00F1012C"/>
    <w:rsid w:val="00F12DEC"/>
    <w:rsid w:val="00F1359A"/>
    <w:rsid w:val="00F14363"/>
    <w:rsid w:val="00F1664F"/>
    <w:rsid w:val="00F16A47"/>
    <w:rsid w:val="00F1715C"/>
    <w:rsid w:val="00F17A4F"/>
    <w:rsid w:val="00F17E8A"/>
    <w:rsid w:val="00F2016B"/>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16F"/>
    <w:rsid w:val="00F44AC3"/>
    <w:rsid w:val="00F45607"/>
    <w:rsid w:val="00F458FC"/>
    <w:rsid w:val="00F45B1E"/>
    <w:rsid w:val="00F45D84"/>
    <w:rsid w:val="00F46000"/>
    <w:rsid w:val="00F46329"/>
    <w:rsid w:val="00F46506"/>
    <w:rsid w:val="00F4722B"/>
    <w:rsid w:val="00F472DF"/>
    <w:rsid w:val="00F478E7"/>
    <w:rsid w:val="00F518C0"/>
    <w:rsid w:val="00F54432"/>
    <w:rsid w:val="00F5516A"/>
    <w:rsid w:val="00F569C6"/>
    <w:rsid w:val="00F60757"/>
    <w:rsid w:val="00F64A4A"/>
    <w:rsid w:val="00F65156"/>
    <w:rsid w:val="00F659EB"/>
    <w:rsid w:val="00F7345A"/>
    <w:rsid w:val="00F74C1E"/>
    <w:rsid w:val="00F757ED"/>
    <w:rsid w:val="00F807A6"/>
    <w:rsid w:val="00F85181"/>
    <w:rsid w:val="00F857C0"/>
    <w:rsid w:val="00F86BA6"/>
    <w:rsid w:val="00F875CE"/>
    <w:rsid w:val="00F9156D"/>
    <w:rsid w:val="00F93E20"/>
    <w:rsid w:val="00F9575E"/>
    <w:rsid w:val="00F979A3"/>
    <w:rsid w:val="00FA727F"/>
    <w:rsid w:val="00FA7629"/>
    <w:rsid w:val="00FA7FD7"/>
    <w:rsid w:val="00FB135C"/>
    <w:rsid w:val="00FB4067"/>
    <w:rsid w:val="00FB52B3"/>
    <w:rsid w:val="00FB6342"/>
    <w:rsid w:val="00FC169F"/>
    <w:rsid w:val="00FC2E30"/>
    <w:rsid w:val="00FC6389"/>
    <w:rsid w:val="00FD0011"/>
    <w:rsid w:val="00FD2944"/>
    <w:rsid w:val="00FD7140"/>
    <w:rsid w:val="00FE06C4"/>
    <w:rsid w:val="00FE149B"/>
    <w:rsid w:val="00FE4333"/>
    <w:rsid w:val="00FE6AEC"/>
    <w:rsid w:val="00FE70AE"/>
    <w:rsid w:val="00FF0382"/>
    <w:rsid w:val="00FF1169"/>
    <w:rsid w:val="00FF1A83"/>
    <w:rsid w:val="00FF2A62"/>
    <w:rsid w:val="00FF3C0D"/>
    <w:rsid w:val="00FF5E2F"/>
    <w:rsid w:val="00FF61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E3466F1-247D-4315-AF7C-FCF097257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840EB-7B35-4E11-9222-A2E9D62D3793}">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5</TotalTime>
  <Pages>1</Pages>
  <Words>19339</Words>
  <Characters>114106</Characters>
  <Application>Microsoft Office Word</Application>
  <DocSecurity>0</DocSecurity>
  <Lines>950</Lines>
  <Paragraphs>266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2025-01-28T08:54:00Z</cp:lastPrinted>
  <dcterms:created xsi:type="dcterms:W3CDTF">2025-01-21T12:12:00Z</dcterms:created>
  <dcterms:modified xsi:type="dcterms:W3CDTF">2025-01-28T08:54:00Z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